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0B209" w14:textId="558F44AF" w:rsidR="00AA3A05" w:rsidRPr="00AA3A05" w:rsidRDefault="00AA3A05" w:rsidP="00AA3A05">
      <w:pPr>
        <w:pStyle w:val="DMainTitle"/>
        <w:rPr>
          <w:lang w:val="en-GB" w:eastAsia="en-IN"/>
        </w:rPr>
      </w:pPr>
      <w:r w:rsidRPr="00AA3A05">
        <w:rPr>
          <w:lang w:val="en-GB" w:eastAsia="en-IN"/>
        </w:rPr>
        <w:t>Instructions for Using the Springer Nature</w:t>
      </w:r>
      <w:r>
        <w:rPr>
          <w:lang w:val="en-GB" w:eastAsia="en-IN"/>
        </w:rPr>
        <w:t xml:space="preserve"> </w:t>
      </w:r>
      <w:r w:rsidRPr="00AA3A05">
        <w:rPr>
          <w:lang w:val="en-GB" w:eastAsia="en-IN"/>
        </w:rPr>
        <w:t>Word Template</w:t>
      </w:r>
    </w:p>
    <w:p w14:paraId="44965A4B" w14:textId="092AD162" w:rsidR="00AA3A05" w:rsidRDefault="00AA3A05" w:rsidP="00AA3A05">
      <w:pPr>
        <w:pStyle w:val="author"/>
        <w:rPr>
          <w:sz w:val="12"/>
          <w:szCs w:val="12"/>
          <w:lang w:val="en-GB" w:eastAsia="en-IN"/>
        </w:rPr>
      </w:pPr>
      <w:r>
        <w:rPr>
          <w:lang w:val="en-GB" w:eastAsia="en-IN"/>
        </w:rPr>
        <w:t>Author Nam</w:t>
      </w:r>
      <w:r>
        <w:rPr>
          <w:lang w:val="en-GB" w:eastAsia="en-IN"/>
        </w:rPr>
        <w:t>e</w:t>
      </w:r>
      <w:r w:rsidRPr="00AA3A05">
        <w:rPr>
          <w:vertAlign w:val="superscript"/>
          <w:lang w:val="en-GB" w:eastAsia="en-IN"/>
        </w:rPr>
        <w:t>1</w:t>
      </w:r>
      <w:r>
        <w:rPr>
          <w:lang w:val="en-GB" w:eastAsia="en-IN"/>
        </w:rPr>
        <w:t>, Author Name</w:t>
      </w:r>
      <w:r w:rsidRPr="00AA3A05">
        <w:rPr>
          <w:vertAlign w:val="superscript"/>
          <w:lang w:val="en-GB" w:eastAsia="en-IN"/>
        </w:rPr>
        <w:t>2</w:t>
      </w:r>
      <w:r>
        <w:rPr>
          <w:lang w:val="en-GB" w:eastAsia="en-IN"/>
        </w:rPr>
        <w:t>,</w:t>
      </w:r>
      <w:r>
        <w:rPr>
          <w:sz w:val="12"/>
          <w:szCs w:val="12"/>
          <w:lang w:val="en-GB" w:eastAsia="en-IN"/>
        </w:rPr>
        <w:t xml:space="preserve"> </w:t>
      </w:r>
      <w:r>
        <w:rPr>
          <w:lang w:val="en-GB" w:eastAsia="en-IN"/>
        </w:rPr>
        <w:t>Author Name</w:t>
      </w:r>
      <w:r w:rsidRPr="00AA3A05">
        <w:rPr>
          <w:vertAlign w:val="superscript"/>
          <w:lang w:val="en-GB" w:eastAsia="en-IN"/>
        </w:rPr>
        <w:t>3</w:t>
      </w:r>
      <w:r>
        <w:rPr>
          <w:lang w:val="en-GB" w:eastAsia="en-IN"/>
        </w:rPr>
        <w:t>, Author Name</w:t>
      </w:r>
      <w:r w:rsidRPr="00AA3A05">
        <w:rPr>
          <w:vertAlign w:val="superscript"/>
          <w:lang w:val="en-GB" w:eastAsia="en-IN"/>
        </w:rPr>
        <w:t>4</w:t>
      </w:r>
    </w:p>
    <w:p w14:paraId="1A280DD7" w14:textId="77777777" w:rsidR="00AA3A05" w:rsidRDefault="00AA3A05" w:rsidP="00AA3A05">
      <w:pPr>
        <w:pStyle w:val="affiliation"/>
        <w:rPr>
          <w:lang w:val="en-GB" w:eastAsia="en-IN"/>
        </w:rPr>
      </w:pPr>
      <w:r w:rsidRPr="00AA3A05">
        <w:rPr>
          <w:vertAlign w:val="superscript"/>
          <w:lang w:val="en-GB" w:eastAsia="en-IN"/>
        </w:rPr>
        <w:t>1</w:t>
      </w:r>
      <w:r>
        <w:rPr>
          <w:lang w:val="en-GB" w:eastAsia="en-IN"/>
        </w:rPr>
        <w:t>D</w:t>
      </w:r>
      <w:r>
        <w:rPr>
          <w:lang w:val="en-GB" w:eastAsia="en-IN"/>
        </w:rPr>
        <w:t>epartment, Institution, City, Country</w:t>
      </w:r>
    </w:p>
    <w:p w14:paraId="0E26FA92" w14:textId="77777777" w:rsidR="00AA3A05" w:rsidRDefault="00AA3A05" w:rsidP="00AA3A05">
      <w:pPr>
        <w:pStyle w:val="affiliation"/>
        <w:rPr>
          <w:lang w:val="en-GB" w:eastAsia="en-IN"/>
        </w:rPr>
      </w:pPr>
      <w:r w:rsidRPr="00AA3A05">
        <w:rPr>
          <w:vertAlign w:val="superscript"/>
          <w:lang w:val="en-GB" w:eastAsia="en-IN"/>
        </w:rPr>
        <w:t>2</w:t>
      </w:r>
      <w:r>
        <w:rPr>
          <w:lang w:val="en-GB" w:eastAsia="en-IN"/>
        </w:rPr>
        <w:t>Department, Institution, City, Country</w:t>
      </w:r>
    </w:p>
    <w:p w14:paraId="5ACB627F" w14:textId="77777777" w:rsidR="00AA3A05" w:rsidRDefault="00AA3A05" w:rsidP="00AA3A05">
      <w:pPr>
        <w:pStyle w:val="affiliation"/>
        <w:rPr>
          <w:lang w:val="en-GB" w:eastAsia="en-IN"/>
        </w:rPr>
      </w:pPr>
      <w:r w:rsidRPr="00AA3A05">
        <w:rPr>
          <w:vertAlign w:val="superscript"/>
          <w:lang w:val="en-GB" w:eastAsia="en-IN"/>
        </w:rPr>
        <w:t>3</w:t>
      </w:r>
      <w:r>
        <w:rPr>
          <w:lang w:val="en-GB" w:eastAsia="en-IN"/>
        </w:rPr>
        <w:t>Department, Institution, City, Country</w:t>
      </w:r>
    </w:p>
    <w:p w14:paraId="0A3809A9" w14:textId="2350BABD" w:rsidR="00AA3A05" w:rsidRDefault="00AA3A05" w:rsidP="00AA3A05">
      <w:pPr>
        <w:pStyle w:val="affiliation"/>
        <w:rPr>
          <w:lang w:val="en-GB" w:eastAsia="en-IN"/>
        </w:rPr>
      </w:pPr>
      <w:r w:rsidRPr="00AA3A05">
        <w:rPr>
          <w:vertAlign w:val="superscript"/>
          <w:lang w:val="en-GB" w:eastAsia="en-IN"/>
        </w:rPr>
        <w:t>4</w:t>
      </w:r>
      <w:r>
        <w:rPr>
          <w:lang w:val="en-GB" w:eastAsia="en-IN"/>
        </w:rPr>
        <w:t>Department, Institution, City, Country</w:t>
      </w:r>
    </w:p>
    <w:p w14:paraId="44A105B6" w14:textId="77777777" w:rsidR="00AA3A05" w:rsidRDefault="00AA3A05" w:rsidP="00AA3A0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spacing w:line="240" w:lineRule="auto"/>
        <w:ind w:firstLine="0"/>
        <w:jc w:val="left"/>
        <w:textAlignment w:val="auto"/>
        <w:rPr>
          <w:rFonts w:ascii="Times New Roman" w:hAnsi="Times New Roman"/>
          <w:b/>
          <w:bCs/>
          <w:color w:val="000000"/>
          <w:sz w:val="19"/>
          <w:szCs w:val="19"/>
          <w:lang w:val="en-GB" w:eastAsia="en-IN"/>
        </w:rPr>
      </w:pPr>
    </w:p>
    <w:p w14:paraId="04951CC2" w14:textId="42443B53" w:rsidR="00AA3A05" w:rsidRDefault="00AA3A05" w:rsidP="00AA3A05">
      <w:pPr>
        <w:pStyle w:val="abstract"/>
        <w:rPr>
          <w:lang w:val="en-GB" w:eastAsia="en-IN"/>
        </w:rPr>
      </w:pPr>
      <w:r>
        <w:rPr>
          <w:b/>
          <w:bCs/>
          <w:lang w:val="en-GB" w:eastAsia="en-IN"/>
        </w:rPr>
        <w:t>Abstract</w:t>
      </w:r>
      <w:r>
        <w:rPr>
          <w:lang w:val="en-GB" w:eastAsia="en-IN"/>
        </w:rPr>
        <w:t xml:space="preserve"> This user manual provides instructions on how to use the Springer Nature</w:t>
      </w:r>
      <w:r>
        <w:rPr>
          <w:lang w:val="en-GB" w:eastAsia="en-IN"/>
        </w:rPr>
        <w:t xml:space="preserve"> </w:t>
      </w:r>
      <w:r>
        <w:rPr>
          <w:lang w:val="en-GB" w:eastAsia="en-IN"/>
        </w:rPr>
        <w:t>Word template effectively. It is intended as a guide for Springer Nature book and</w:t>
      </w:r>
      <w:r>
        <w:rPr>
          <w:lang w:val="en-GB" w:eastAsia="en-IN"/>
        </w:rPr>
        <w:t xml:space="preserve"> </w:t>
      </w:r>
      <w:r>
        <w:rPr>
          <w:lang w:val="en-GB" w:eastAsia="en-IN"/>
        </w:rPr>
        <w:t>chapter authors in understanding how the template functions. This user guide has</w:t>
      </w:r>
      <w:r>
        <w:rPr>
          <w:lang w:val="en-GB" w:eastAsia="en-IN"/>
        </w:rPr>
        <w:t xml:space="preserve"> </w:t>
      </w:r>
      <w:r>
        <w:rPr>
          <w:lang w:val="en-GB" w:eastAsia="en-IN"/>
        </w:rPr>
        <w:t>been prepared in the form of a sample chapter which at the same time explains the</w:t>
      </w:r>
      <w:r>
        <w:rPr>
          <w:lang w:val="en-GB" w:eastAsia="en-IN"/>
        </w:rPr>
        <w:t xml:space="preserve"> </w:t>
      </w:r>
      <w:r>
        <w:rPr>
          <w:lang w:val="en-GB" w:eastAsia="en-IN"/>
        </w:rPr>
        <w:t>different features offered by this tool.</w:t>
      </w:r>
    </w:p>
    <w:p w14:paraId="677CEA3C" w14:textId="77777777" w:rsidR="00AA3A05" w:rsidRDefault="00AA3A05" w:rsidP="00AA3A05">
      <w:pPr>
        <w:pStyle w:val="keyword"/>
        <w:rPr>
          <w:lang w:val="en-GB" w:eastAsia="en-IN"/>
        </w:rPr>
      </w:pPr>
      <w:r>
        <w:rPr>
          <w:b/>
          <w:bCs/>
          <w:lang w:val="en-GB" w:eastAsia="en-IN"/>
        </w:rPr>
        <w:t>Keywords</w:t>
      </w:r>
      <w:r>
        <w:rPr>
          <w:lang w:val="en-GB" w:eastAsia="en-IN"/>
        </w:rPr>
        <w:t xml:space="preserve"> Manual, Instructions, User Guide, Word Template, Springer Nature</w:t>
      </w:r>
    </w:p>
    <w:p w14:paraId="3E32DCA2" w14:textId="77777777" w:rsidR="00AA3A05" w:rsidRDefault="00AA3A05" w:rsidP="00AA3A05">
      <w:pPr>
        <w:pStyle w:val="heading10"/>
        <w:numPr>
          <w:ilvl w:val="0"/>
          <w:numId w:val="0"/>
        </w:numPr>
        <w:rPr>
          <w:lang w:val="en-GB" w:eastAsia="en-IN"/>
        </w:rPr>
      </w:pPr>
      <w:r>
        <w:rPr>
          <w:lang w:val="en-GB" w:eastAsia="en-IN"/>
        </w:rPr>
        <w:t>1</w:t>
      </w:r>
      <w:r>
        <w:rPr>
          <w:rFonts w:ascii="Arial" w:hAnsi="Arial" w:cs="Arial"/>
          <w:lang w:val="en-GB" w:eastAsia="en-IN"/>
        </w:rPr>
        <w:t xml:space="preserve"> </w:t>
      </w:r>
      <w:r>
        <w:rPr>
          <w:lang w:val="en-GB" w:eastAsia="en-IN"/>
        </w:rPr>
        <w:t>Introduction</w:t>
      </w:r>
    </w:p>
    <w:p w14:paraId="6A07A4A0" w14:textId="5CC39ED0" w:rsidR="00AA3A05" w:rsidRDefault="00AA3A05" w:rsidP="00AA3A05">
      <w:pPr>
        <w:pStyle w:val="para"/>
        <w:ind w:firstLine="0"/>
        <w:rPr>
          <w:lang w:val="en-GB" w:eastAsia="en-IN"/>
        </w:rPr>
      </w:pPr>
      <w:r>
        <w:rPr>
          <w:lang w:val="en-GB" w:eastAsia="en-IN"/>
        </w:rPr>
        <w:t>This document is designed to help authors prepare their manuscript with all necessary structures. The template contains predefined formats for all the essential elements in the manuscript. These formats can be easily applied using mouse clicks</w:t>
      </w:r>
      <w:r>
        <w:rPr>
          <w:lang w:val="en-GB" w:eastAsia="en-IN"/>
        </w:rPr>
        <w:t xml:space="preserve"> </w:t>
      </w:r>
      <w:r>
        <w:rPr>
          <w:lang w:val="en-GB" w:eastAsia="en-IN"/>
        </w:rPr>
        <w:t>and are compatible with both Windows and Mac. This documentation provides a</w:t>
      </w:r>
      <w:r>
        <w:rPr>
          <w:lang w:val="en-GB" w:eastAsia="en-IN"/>
        </w:rPr>
        <w:t xml:space="preserve"> </w:t>
      </w:r>
      <w:r>
        <w:rPr>
          <w:lang w:val="en-GB" w:eastAsia="en-IN"/>
        </w:rPr>
        <w:t>step-by-step instruction for using the template.</w:t>
      </w:r>
    </w:p>
    <w:p w14:paraId="47002C9F" w14:textId="31B7985D" w:rsidR="00AA3A05" w:rsidRDefault="00AA3A05" w:rsidP="00AA3A05">
      <w:pPr>
        <w:pStyle w:val="para"/>
        <w:rPr>
          <w:lang w:val="en-GB" w:eastAsia="en-IN"/>
        </w:rPr>
      </w:pPr>
      <w:r>
        <w:rPr>
          <w:lang w:val="en-GB" w:eastAsia="en-IN"/>
        </w:rPr>
        <w:t>The Word template has been designed as a tool to help Springer Nature authors</w:t>
      </w:r>
      <w:r>
        <w:rPr>
          <w:lang w:val="en-GB" w:eastAsia="en-IN"/>
        </w:rPr>
        <w:t xml:space="preserve"> </w:t>
      </w:r>
      <w:r>
        <w:rPr>
          <w:lang w:val="en-GB" w:eastAsia="en-IN"/>
        </w:rPr>
        <w:t>to prepare their manuscripts in a well-structured format which can easily be converted into XML. The XML format is the basis for displaying the content on various</w:t>
      </w:r>
      <w:r>
        <w:rPr>
          <w:lang w:val="en-GB" w:eastAsia="en-IN"/>
        </w:rPr>
        <w:t xml:space="preserve"> e</w:t>
      </w:r>
      <w:r>
        <w:rPr>
          <w:lang w:val="en-GB" w:eastAsia="en-IN"/>
        </w:rPr>
        <w:t>lectronic platforms and for transforming it into the final typeset layout according</w:t>
      </w:r>
      <w:r>
        <w:rPr>
          <w:lang w:val="en-GB" w:eastAsia="en-IN"/>
        </w:rPr>
        <w:t xml:space="preserve"> </w:t>
      </w:r>
      <w:r>
        <w:rPr>
          <w:lang w:val="en-GB" w:eastAsia="en-IN"/>
        </w:rPr>
        <w:t>to Springer Nature’s style specifications.</w:t>
      </w:r>
    </w:p>
    <w:p w14:paraId="3D3B307A" w14:textId="77777777" w:rsidR="00AA3A05" w:rsidRDefault="00AA3A05" w:rsidP="00AA3A05">
      <w:pPr>
        <w:pStyle w:val="noindentpara"/>
        <w:rPr>
          <w:lang w:val="en-GB" w:eastAsia="en-IN"/>
        </w:rPr>
      </w:pPr>
    </w:p>
    <w:p w14:paraId="3DAF7AD9" w14:textId="103070BA" w:rsidR="00AA3A05" w:rsidRDefault="00AA3A05" w:rsidP="00AA3A05">
      <w:pPr>
        <w:pStyle w:val="references"/>
        <w:rPr>
          <w:b w:val="0"/>
          <w:lang w:eastAsia="en-IN"/>
        </w:rPr>
      </w:pPr>
      <w:bookmarkStart w:id="0" w:name="NIND"/>
      <w:r>
        <w:rPr>
          <w:lang w:eastAsia="en-IN"/>
        </w:rPr>
        <w:lastRenderedPageBreak/>
        <w:t>References</w:t>
      </w:r>
      <w:r w:rsidRPr="00AA3A05">
        <w:rPr>
          <w:b w:val="0"/>
          <w:lang w:eastAsia="en-IN"/>
        </w:rPr>
        <w:t xml:space="preserve"> </w:t>
      </w:r>
    </w:p>
    <w:p w14:paraId="4F9904DC" w14:textId="19241449" w:rsidR="00AA3A05" w:rsidRPr="00AA3A05" w:rsidRDefault="00AA3A05" w:rsidP="00AA3A05">
      <w:pPr>
        <w:pStyle w:val="reference"/>
        <w:rPr>
          <w:lang w:eastAsia="en-IN"/>
        </w:rPr>
      </w:pPr>
      <w:r>
        <w:rPr>
          <w:lang w:val="en-GB" w:eastAsia="en-IN"/>
        </w:rPr>
        <w:t>Aaron M (1999) The future of genomics. In: Williams H (ed) Proceedings of the genomic researchers, Boston, 1999</w:t>
      </w:r>
    </w:p>
    <w:p w14:paraId="49A27931" w14:textId="7B5FCAF7" w:rsidR="00AA3A05" w:rsidRDefault="00AA3A05" w:rsidP="00DD3498">
      <w:pPr>
        <w:pStyle w:val="reference"/>
        <w:rPr>
          <w:lang w:eastAsia="en-IN"/>
        </w:rPr>
      </w:pPr>
      <w:r w:rsidRPr="00AA3A05">
        <w:rPr>
          <w:lang w:val="en-GB" w:eastAsia="en-IN"/>
        </w:rPr>
        <w:t xml:space="preserve">Adorno TW (1966) Negative </w:t>
      </w:r>
      <w:proofErr w:type="spellStart"/>
      <w:r w:rsidRPr="00AA3A05">
        <w:rPr>
          <w:lang w:val="en-GB" w:eastAsia="en-IN"/>
        </w:rPr>
        <w:t>Dialektik</w:t>
      </w:r>
      <w:proofErr w:type="spellEnd"/>
      <w:r w:rsidRPr="00AA3A05">
        <w:rPr>
          <w:lang w:val="en-GB" w:eastAsia="en-IN"/>
        </w:rPr>
        <w:t xml:space="preserve">. </w:t>
      </w:r>
      <w:proofErr w:type="spellStart"/>
      <w:r w:rsidRPr="00AA3A05">
        <w:rPr>
          <w:lang w:val="en-GB" w:eastAsia="en-IN"/>
        </w:rPr>
        <w:t>Suhrkamp</w:t>
      </w:r>
      <w:proofErr w:type="spellEnd"/>
      <w:r w:rsidRPr="00AA3A05">
        <w:rPr>
          <w:lang w:val="en-GB" w:eastAsia="en-IN"/>
        </w:rPr>
        <w:t>, Frankfurt. English edition: Adorno TW (1973)</w:t>
      </w:r>
      <w:r>
        <w:rPr>
          <w:lang w:val="en-GB" w:eastAsia="en-IN"/>
        </w:rPr>
        <w:t xml:space="preserve"> </w:t>
      </w:r>
      <w:r w:rsidRPr="00AA3A05">
        <w:rPr>
          <w:lang w:val="en-GB" w:eastAsia="en-IN"/>
        </w:rPr>
        <w:t>Negative dialectics (trans: Ashton EB). Routledge, London</w:t>
      </w:r>
    </w:p>
    <w:bookmarkEnd w:id="0"/>
    <w:p w14:paraId="28011B78" w14:textId="77777777" w:rsidR="00AA3A05" w:rsidRPr="00AA3A05" w:rsidRDefault="00AA3A05" w:rsidP="00AA3A05">
      <w:pPr>
        <w:pStyle w:val="para"/>
        <w:rPr>
          <w:lang w:val="en-GB" w:eastAsia="en-IN"/>
        </w:rPr>
      </w:pPr>
    </w:p>
    <w:sectPr w:rsidR="00AA3A05" w:rsidRPr="00AA3A05" w:rsidSect="00C368E4">
      <w:type w:val="continuous"/>
      <w:pgSz w:w="11906" w:h="16838" w:code="9"/>
      <w:pgMar w:top="2835" w:right="2608" w:bottom="3175" w:left="2665" w:header="2494" w:footer="2466"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F696A" w14:textId="77777777" w:rsidR="001869AC" w:rsidRDefault="001869AC">
      <w:r>
        <w:separator/>
      </w:r>
    </w:p>
    <w:p w14:paraId="746BEF95" w14:textId="77777777" w:rsidR="001869AC" w:rsidRDefault="001869AC"/>
  </w:endnote>
  <w:endnote w:type="continuationSeparator" w:id="0">
    <w:p w14:paraId="1A90C7FB" w14:textId="77777777" w:rsidR="001869AC" w:rsidRDefault="001869AC">
      <w:r>
        <w:continuationSeparator/>
      </w:r>
    </w:p>
    <w:p w14:paraId="3F54B0F0" w14:textId="77777777" w:rsidR="001869AC" w:rsidRDefault="001869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w:altName w:val="Sylfaen"/>
    <w:panose1 w:val="00000500000000020000"/>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ms Rmn">
    <w:panose1 w:val="020B0604020202020204"/>
    <w:charset w:val="00"/>
    <w:family w:val="roman"/>
    <w:notTrueType/>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ENPGF H+ Gulliver">
    <w:altName w:val="SimSun"/>
    <w:panose1 w:val="020B0604020202020204"/>
    <w:charset w:val="86"/>
    <w:family w:val="roman"/>
    <w:notTrueType/>
    <w:pitch w:val="default"/>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B53AD" w14:textId="77777777" w:rsidR="001869AC" w:rsidRDefault="001869AC">
      <w:r>
        <w:separator/>
      </w:r>
    </w:p>
    <w:p w14:paraId="3A65F135" w14:textId="77777777" w:rsidR="001869AC" w:rsidRDefault="001869AC"/>
  </w:footnote>
  <w:footnote w:type="continuationSeparator" w:id="0">
    <w:p w14:paraId="75948CEB" w14:textId="77777777" w:rsidR="001869AC" w:rsidRDefault="001869AC">
      <w:r>
        <w:continuationSeparator/>
      </w:r>
    </w:p>
    <w:p w14:paraId="5EEF1991" w14:textId="77777777" w:rsidR="001869AC" w:rsidRDefault="001869A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64C8CD70"/>
    <w:lvl w:ilvl="0">
      <w:numFmt w:val="bullet"/>
      <w:pStyle w:val="subitem"/>
      <w:lvlText w:val="–"/>
      <w:lvlJc w:val="left"/>
      <w:pPr>
        <w:tabs>
          <w:tab w:val="num" w:pos="598"/>
        </w:tabs>
        <w:ind w:left="598" w:hanging="360"/>
      </w:pPr>
      <w:rPr>
        <w:rFonts w:ascii="Times" w:eastAsia="Times New Roman" w:hAnsi="Times" w:hint="default"/>
      </w:rPr>
    </w:lvl>
    <w:lvl w:ilvl="1">
      <w:numFmt w:val="none"/>
      <w:lvlText w:val=""/>
      <w:lvlJc w:val="left"/>
    </w:lvl>
    <w:lvl w:ilvl="2">
      <w:numFmt w:val="none"/>
      <w:lvlText w:val=""/>
      <w:lvlJc w:val="left"/>
    </w:lvl>
    <w:lvl w:ilvl="3">
      <w:numFmt w:val="decimal"/>
      <w:lvlText w:val="%4"/>
      <w:legacy w:legacy="1" w:legacySpace="0" w:legacyIndent="0"/>
      <w:lvlJc w:val="left"/>
      <w:rPr>
        <w:rFonts w:ascii="Tms Rmn" w:hAnsi="Tms Rmn" w:hint="default"/>
      </w:rPr>
    </w:lvl>
    <w:lvl w:ilvl="4">
      <w:numFmt w:val="decimal"/>
      <w:lvlText w:val="%5"/>
      <w:legacy w:legacy="1" w:legacySpace="0" w:legacyIndent="0"/>
      <w:lvlJc w:val="left"/>
      <w:rPr>
        <w:rFonts w:ascii="Tms Rmn" w:hAnsi="Tms Rmn" w:hint="default"/>
      </w:rPr>
    </w:lvl>
    <w:lvl w:ilvl="5">
      <w:numFmt w:val="decimal"/>
      <w:lvlText w:val="%6"/>
      <w:legacy w:legacy="1" w:legacySpace="0" w:legacyIndent="0"/>
      <w:lvlJc w:val="left"/>
      <w:rPr>
        <w:rFonts w:ascii="Tms Rmn" w:hAnsi="Tms Rmn" w:hint="default"/>
      </w:rPr>
    </w:lvl>
    <w:lvl w:ilvl="6">
      <w:numFmt w:val="decimal"/>
      <w:lvlText w:val="%7"/>
      <w:legacy w:legacy="1" w:legacySpace="0" w:legacyIndent="0"/>
      <w:lvlJc w:val="left"/>
      <w:rPr>
        <w:rFonts w:ascii="Tms Rmn" w:hAnsi="Tms Rmn" w:hint="default"/>
      </w:rPr>
    </w:lvl>
    <w:lvl w:ilvl="7">
      <w:numFmt w:val="decimal"/>
      <w:lvlText w:val="%8"/>
      <w:legacy w:legacy="1" w:legacySpace="0" w:legacyIndent="0"/>
      <w:lvlJc w:val="left"/>
      <w:rPr>
        <w:rFonts w:ascii="Tms Rmn" w:hAnsi="Tms Rmn" w:hint="default"/>
      </w:rPr>
    </w:lvl>
    <w:lvl w:ilvl="8">
      <w:numFmt w:val="decimal"/>
      <w:lvlText w:val="%9"/>
      <w:legacy w:legacy="1" w:legacySpace="0" w:legacyIndent="0"/>
      <w:lvlJc w:val="left"/>
      <w:rPr>
        <w:rFonts w:ascii="Tms Rmn" w:hAnsi="Tms Rmn" w:hint="default"/>
      </w:rPr>
    </w:lvl>
  </w:abstractNum>
  <w:abstractNum w:abstractNumId="1" w15:restartNumberingAfterBreak="0">
    <w:nsid w:val="041A1054"/>
    <w:multiLevelType w:val="multilevel"/>
    <w:tmpl w:val="FC66620E"/>
    <w:name w:val="H0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B2960FE"/>
    <w:multiLevelType w:val="multilevel"/>
    <w:tmpl w:val="9AC8879C"/>
    <w:name w:val="H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C5811A9"/>
    <w:multiLevelType w:val="hybridMultilevel"/>
    <w:tmpl w:val="0128A344"/>
    <w:lvl w:ilvl="0" w:tplc="5B484A84">
      <w:start w:val="1"/>
      <w:numFmt w:val="bullet"/>
      <w:pStyle w:val="bulletitem"/>
      <w:lvlText w:val=""/>
      <w:lvlJc w:val="left"/>
      <w:pPr>
        <w:tabs>
          <w:tab w:val="num" w:pos="238"/>
        </w:tabs>
        <w:ind w:left="238" w:hanging="238"/>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CA17AC"/>
    <w:multiLevelType w:val="multilevel"/>
    <w:tmpl w:val="00C49CF2"/>
    <w:name w:val="H0"/>
    <w:lvl w:ilvl="0">
      <w:start w:val="2"/>
      <w:numFmt w:val="decimal"/>
      <w:lvlRestart w:val="0"/>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5" w15:restartNumberingAfterBreak="0">
    <w:nsid w:val="1E1C52B0"/>
    <w:multiLevelType w:val="multilevel"/>
    <w:tmpl w:val="19A8AE6C"/>
    <w:name w:val="H03"/>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0F22A80"/>
    <w:multiLevelType w:val="multilevel"/>
    <w:tmpl w:val="65F871C8"/>
    <w:lvl w:ilvl="0">
      <w:start w:val="1"/>
      <w:numFmt w:val="upperRoman"/>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22B36B9E"/>
    <w:multiLevelType w:val="hybridMultilevel"/>
    <w:tmpl w:val="C38C5EE8"/>
    <w:lvl w:ilvl="0" w:tplc="D0ACD6E4">
      <w:start w:val="1"/>
      <w:numFmt w:val="decimal"/>
      <w:lvlRestart w:val="0"/>
      <w:pStyle w:val="reference"/>
      <w:lvlText w:val="[%1]"/>
      <w:lvlJc w:val="left"/>
      <w:pPr>
        <w:ind w:left="369" w:hanging="369"/>
      </w:pPr>
    </w:lvl>
    <w:lvl w:ilvl="1" w:tplc="08090019" w:tentative="1">
      <w:start w:val="1"/>
      <w:numFmt w:val="lowerLetter"/>
      <w:lvlText w:val="%2."/>
      <w:lvlJc w:val="left"/>
      <w:pPr>
        <w:ind w:left="1089" w:hanging="360"/>
      </w:pPr>
    </w:lvl>
    <w:lvl w:ilvl="2" w:tplc="0809001B" w:tentative="1">
      <w:start w:val="1"/>
      <w:numFmt w:val="lowerRoman"/>
      <w:lvlText w:val="%3."/>
      <w:lvlJc w:val="right"/>
      <w:pPr>
        <w:ind w:left="1809" w:hanging="180"/>
      </w:pPr>
    </w:lvl>
    <w:lvl w:ilvl="3" w:tplc="0809000F" w:tentative="1">
      <w:start w:val="1"/>
      <w:numFmt w:val="decimal"/>
      <w:lvlText w:val="%4."/>
      <w:lvlJc w:val="left"/>
      <w:pPr>
        <w:ind w:left="2529" w:hanging="360"/>
      </w:pPr>
    </w:lvl>
    <w:lvl w:ilvl="4" w:tplc="08090019" w:tentative="1">
      <w:start w:val="1"/>
      <w:numFmt w:val="lowerLetter"/>
      <w:lvlText w:val="%5."/>
      <w:lvlJc w:val="left"/>
      <w:pPr>
        <w:ind w:left="3249" w:hanging="360"/>
      </w:pPr>
    </w:lvl>
    <w:lvl w:ilvl="5" w:tplc="0809001B" w:tentative="1">
      <w:start w:val="1"/>
      <w:numFmt w:val="lowerRoman"/>
      <w:lvlText w:val="%6."/>
      <w:lvlJc w:val="right"/>
      <w:pPr>
        <w:ind w:left="3969" w:hanging="180"/>
      </w:pPr>
    </w:lvl>
    <w:lvl w:ilvl="6" w:tplc="0809000F" w:tentative="1">
      <w:start w:val="1"/>
      <w:numFmt w:val="decimal"/>
      <w:lvlText w:val="%7."/>
      <w:lvlJc w:val="left"/>
      <w:pPr>
        <w:ind w:left="4689" w:hanging="360"/>
      </w:pPr>
    </w:lvl>
    <w:lvl w:ilvl="7" w:tplc="08090019" w:tentative="1">
      <w:start w:val="1"/>
      <w:numFmt w:val="lowerLetter"/>
      <w:lvlText w:val="%8."/>
      <w:lvlJc w:val="left"/>
      <w:pPr>
        <w:ind w:left="5409" w:hanging="360"/>
      </w:pPr>
    </w:lvl>
    <w:lvl w:ilvl="8" w:tplc="0809001B" w:tentative="1">
      <w:start w:val="1"/>
      <w:numFmt w:val="lowerRoman"/>
      <w:lvlText w:val="%9."/>
      <w:lvlJc w:val="right"/>
      <w:pPr>
        <w:ind w:left="6129" w:hanging="180"/>
      </w:pPr>
    </w:lvl>
  </w:abstractNum>
  <w:abstractNum w:abstractNumId="8" w15:restartNumberingAfterBreak="0">
    <w:nsid w:val="29D624E6"/>
    <w:multiLevelType w:val="hybridMultilevel"/>
    <w:tmpl w:val="97ECDF26"/>
    <w:lvl w:ilvl="0" w:tplc="5C466384">
      <w:start w:val="1"/>
      <w:numFmt w:val="decimal"/>
      <w:lvlRestart w:val="0"/>
      <w:lvlText w:val="[%1]"/>
      <w:lvlJc w:val="left"/>
      <w:pPr>
        <w:ind w:left="369" w:hanging="369"/>
      </w:pPr>
      <w:rPr>
        <w:rFonts w:hint="default"/>
      </w:rPr>
    </w:lvl>
    <w:lvl w:ilvl="1" w:tplc="40090019" w:tentative="1">
      <w:start w:val="1"/>
      <w:numFmt w:val="lowerLetter"/>
      <w:lvlText w:val="%2."/>
      <w:lvlJc w:val="left"/>
      <w:pPr>
        <w:ind w:left="1089" w:hanging="360"/>
      </w:pPr>
    </w:lvl>
    <w:lvl w:ilvl="2" w:tplc="4009001B" w:tentative="1">
      <w:start w:val="1"/>
      <w:numFmt w:val="lowerRoman"/>
      <w:lvlText w:val="%3."/>
      <w:lvlJc w:val="right"/>
      <w:pPr>
        <w:ind w:left="1809" w:hanging="180"/>
      </w:pPr>
    </w:lvl>
    <w:lvl w:ilvl="3" w:tplc="4009000F" w:tentative="1">
      <w:start w:val="1"/>
      <w:numFmt w:val="decimal"/>
      <w:lvlText w:val="%4."/>
      <w:lvlJc w:val="left"/>
      <w:pPr>
        <w:ind w:left="2529" w:hanging="360"/>
      </w:pPr>
    </w:lvl>
    <w:lvl w:ilvl="4" w:tplc="40090019" w:tentative="1">
      <w:start w:val="1"/>
      <w:numFmt w:val="lowerLetter"/>
      <w:lvlText w:val="%5."/>
      <w:lvlJc w:val="left"/>
      <w:pPr>
        <w:ind w:left="3249" w:hanging="360"/>
      </w:pPr>
    </w:lvl>
    <w:lvl w:ilvl="5" w:tplc="4009001B" w:tentative="1">
      <w:start w:val="1"/>
      <w:numFmt w:val="lowerRoman"/>
      <w:lvlText w:val="%6."/>
      <w:lvlJc w:val="right"/>
      <w:pPr>
        <w:ind w:left="3969" w:hanging="180"/>
      </w:pPr>
    </w:lvl>
    <w:lvl w:ilvl="6" w:tplc="4009000F" w:tentative="1">
      <w:start w:val="1"/>
      <w:numFmt w:val="decimal"/>
      <w:lvlText w:val="%7."/>
      <w:lvlJc w:val="left"/>
      <w:pPr>
        <w:ind w:left="4689" w:hanging="360"/>
      </w:pPr>
    </w:lvl>
    <w:lvl w:ilvl="7" w:tplc="40090019" w:tentative="1">
      <w:start w:val="1"/>
      <w:numFmt w:val="lowerLetter"/>
      <w:lvlText w:val="%8."/>
      <w:lvlJc w:val="left"/>
      <w:pPr>
        <w:ind w:left="5409" w:hanging="360"/>
      </w:pPr>
    </w:lvl>
    <w:lvl w:ilvl="8" w:tplc="4009001B" w:tentative="1">
      <w:start w:val="1"/>
      <w:numFmt w:val="lowerRoman"/>
      <w:lvlText w:val="%9."/>
      <w:lvlJc w:val="right"/>
      <w:pPr>
        <w:ind w:left="6129" w:hanging="180"/>
      </w:pPr>
    </w:lvl>
  </w:abstractNum>
  <w:abstractNum w:abstractNumId="9" w15:restartNumberingAfterBreak="0">
    <w:nsid w:val="320D6C31"/>
    <w:multiLevelType w:val="hybridMultilevel"/>
    <w:tmpl w:val="E398E510"/>
    <w:lvl w:ilvl="0" w:tplc="20385550">
      <w:start w:val="1"/>
      <w:numFmt w:val="decimal"/>
      <w:lvlRestart w:val="0"/>
      <w:lvlText w:val="[%1]"/>
      <w:lvlJc w:val="left"/>
      <w:pPr>
        <w:ind w:left="369" w:hanging="369"/>
      </w:pPr>
      <w:rPr>
        <w:rFonts w:hint="default"/>
      </w:rPr>
    </w:lvl>
    <w:lvl w:ilvl="1" w:tplc="40090019" w:tentative="1">
      <w:start w:val="1"/>
      <w:numFmt w:val="lowerLetter"/>
      <w:lvlText w:val="%2."/>
      <w:lvlJc w:val="left"/>
      <w:pPr>
        <w:ind w:left="1089" w:hanging="360"/>
      </w:pPr>
    </w:lvl>
    <w:lvl w:ilvl="2" w:tplc="4009001B" w:tentative="1">
      <w:start w:val="1"/>
      <w:numFmt w:val="lowerRoman"/>
      <w:lvlText w:val="%3."/>
      <w:lvlJc w:val="right"/>
      <w:pPr>
        <w:ind w:left="1809" w:hanging="180"/>
      </w:pPr>
    </w:lvl>
    <w:lvl w:ilvl="3" w:tplc="4009000F" w:tentative="1">
      <w:start w:val="1"/>
      <w:numFmt w:val="decimal"/>
      <w:lvlText w:val="%4."/>
      <w:lvlJc w:val="left"/>
      <w:pPr>
        <w:ind w:left="2529" w:hanging="360"/>
      </w:pPr>
    </w:lvl>
    <w:lvl w:ilvl="4" w:tplc="40090019" w:tentative="1">
      <w:start w:val="1"/>
      <w:numFmt w:val="lowerLetter"/>
      <w:lvlText w:val="%5."/>
      <w:lvlJc w:val="left"/>
      <w:pPr>
        <w:ind w:left="3249" w:hanging="360"/>
      </w:pPr>
    </w:lvl>
    <w:lvl w:ilvl="5" w:tplc="4009001B" w:tentative="1">
      <w:start w:val="1"/>
      <w:numFmt w:val="lowerRoman"/>
      <w:lvlText w:val="%6."/>
      <w:lvlJc w:val="right"/>
      <w:pPr>
        <w:ind w:left="3969" w:hanging="180"/>
      </w:pPr>
    </w:lvl>
    <w:lvl w:ilvl="6" w:tplc="4009000F" w:tentative="1">
      <w:start w:val="1"/>
      <w:numFmt w:val="decimal"/>
      <w:lvlText w:val="%7."/>
      <w:lvlJc w:val="left"/>
      <w:pPr>
        <w:ind w:left="4689" w:hanging="360"/>
      </w:pPr>
    </w:lvl>
    <w:lvl w:ilvl="7" w:tplc="40090019" w:tentative="1">
      <w:start w:val="1"/>
      <w:numFmt w:val="lowerLetter"/>
      <w:lvlText w:val="%8."/>
      <w:lvlJc w:val="left"/>
      <w:pPr>
        <w:ind w:left="5409" w:hanging="360"/>
      </w:pPr>
    </w:lvl>
    <w:lvl w:ilvl="8" w:tplc="4009001B" w:tentative="1">
      <w:start w:val="1"/>
      <w:numFmt w:val="lowerRoman"/>
      <w:lvlText w:val="%9."/>
      <w:lvlJc w:val="right"/>
      <w:pPr>
        <w:ind w:left="6129" w:hanging="180"/>
      </w:pPr>
    </w:lvl>
  </w:abstractNum>
  <w:abstractNum w:abstractNumId="10" w15:restartNumberingAfterBreak="0">
    <w:nsid w:val="331B442F"/>
    <w:multiLevelType w:val="multilevel"/>
    <w:tmpl w:val="AB6859F8"/>
    <w:lvl w:ilvl="0">
      <w:start w:val="1"/>
      <w:numFmt w:val="decimal"/>
      <w:suff w:val="space"/>
      <w:lvlText w:val="%1"/>
      <w:lvlJc w:val="left"/>
      <w:pPr>
        <w:ind w:left="141" w:firstLine="0"/>
      </w:pPr>
      <w:rPr>
        <w:rFonts w:hint="default"/>
      </w:rPr>
    </w:lvl>
    <w:lvl w:ilvl="1">
      <w:start w:val="1"/>
      <w:numFmt w:val="decimal"/>
      <w:pStyle w:val="Heading1"/>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3A173C53"/>
    <w:multiLevelType w:val="multilevel"/>
    <w:tmpl w:val="4009001D"/>
    <w:styleLink w:val="Ulistt"/>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01F1D97"/>
    <w:multiLevelType w:val="multilevel"/>
    <w:tmpl w:val="F9D617A0"/>
    <w:styleLink w:val="O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A557170"/>
    <w:multiLevelType w:val="multilevel"/>
    <w:tmpl w:val="9A985178"/>
    <w:styleLink w:val="UList"/>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E5441BB"/>
    <w:multiLevelType w:val="multilevel"/>
    <w:tmpl w:val="F972363A"/>
    <w:name w:val="H02"/>
    <w:lvl w:ilvl="0">
      <w:start w:val="56"/>
      <w:numFmt w:val="decimal"/>
      <w:lvlRestart w:val="0"/>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5654259E"/>
    <w:multiLevelType w:val="hybridMultilevel"/>
    <w:tmpl w:val="A180522A"/>
    <w:lvl w:ilvl="0" w:tplc="6910F2B4">
      <w:start w:val="1"/>
      <w:numFmt w:val="decimal"/>
      <w:lvlRestart w:val="0"/>
      <w:lvlText w:val="[%1]"/>
      <w:lvlJc w:val="left"/>
      <w:pPr>
        <w:ind w:left="369" w:hanging="369"/>
      </w:pPr>
      <w:rPr>
        <w:rFonts w:hint="default"/>
      </w:rPr>
    </w:lvl>
    <w:lvl w:ilvl="1" w:tplc="40090019" w:tentative="1">
      <w:start w:val="1"/>
      <w:numFmt w:val="lowerLetter"/>
      <w:lvlText w:val="%2."/>
      <w:lvlJc w:val="left"/>
      <w:pPr>
        <w:ind w:left="1089" w:hanging="360"/>
      </w:pPr>
    </w:lvl>
    <w:lvl w:ilvl="2" w:tplc="4009001B" w:tentative="1">
      <w:start w:val="1"/>
      <w:numFmt w:val="lowerRoman"/>
      <w:lvlText w:val="%3."/>
      <w:lvlJc w:val="right"/>
      <w:pPr>
        <w:ind w:left="1809" w:hanging="180"/>
      </w:pPr>
    </w:lvl>
    <w:lvl w:ilvl="3" w:tplc="4009000F" w:tentative="1">
      <w:start w:val="1"/>
      <w:numFmt w:val="decimal"/>
      <w:lvlText w:val="%4."/>
      <w:lvlJc w:val="left"/>
      <w:pPr>
        <w:ind w:left="2529" w:hanging="360"/>
      </w:pPr>
    </w:lvl>
    <w:lvl w:ilvl="4" w:tplc="40090019" w:tentative="1">
      <w:start w:val="1"/>
      <w:numFmt w:val="lowerLetter"/>
      <w:lvlText w:val="%5."/>
      <w:lvlJc w:val="left"/>
      <w:pPr>
        <w:ind w:left="3249" w:hanging="360"/>
      </w:pPr>
    </w:lvl>
    <w:lvl w:ilvl="5" w:tplc="4009001B" w:tentative="1">
      <w:start w:val="1"/>
      <w:numFmt w:val="lowerRoman"/>
      <w:lvlText w:val="%6."/>
      <w:lvlJc w:val="right"/>
      <w:pPr>
        <w:ind w:left="3969" w:hanging="180"/>
      </w:pPr>
    </w:lvl>
    <w:lvl w:ilvl="6" w:tplc="4009000F" w:tentative="1">
      <w:start w:val="1"/>
      <w:numFmt w:val="decimal"/>
      <w:lvlText w:val="%7."/>
      <w:lvlJc w:val="left"/>
      <w:pPr>
        <w:ind w:left="4689" w:hanging="360"/>
      </w:pPr>
    </w:lvl>
    <w:lvl w:ilvl="7" w:tplc="40090019" w:tentative="1">
      <w:start w:val="1"/>
      <w:numFmt w:val="lowerLetter"/>
      <w:lvlText w:val="%8."/>
      <w:lvlJc w:val="left"/>
      <w:pPr>
        <w:ind w:left="5409" w:hanging="360"/>
      </w:pPr>
    </w:lvl>
    <w:lvl w:ilvl="8" w:tplc="4009001B" w:tentative="1">
      <w:start w:val="1"/>
      <w:numFmt w:val="lowerRoman"/>
      <w:lvlText w:val="%9."/>
      <w:lvlJc w:val="right"/>
      <w:pPr>
        <w:ind w:left="6129" w:hanging="180"/>
      </w:pPr>
    </w:lvl>
  </w:abstractNum>
  <w:abstractNum w:abstractNumId="16" w15:restartNumberingAfterBreak="0">
    <w:nsid w:val="60CE114D"/>
    <w:multiLevelType w:val="hybridMultilevel"/>
    <w:tmpl w:val="B4524F74"/>
    <w:lvl w:ilvl="0" w:tplc="F7A633E8">
      <w:start w:val="1"/>
      <w:numFmt w:val="decimal"/>
      <w:pStyle w:val="Numreference"/>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3711FAD"/>
    <w:multiLevelType w:val="multilevel"/>
    <w:tmpl w:val="85C07BDA"/>
    <w:name w:val="H0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39E6475"/>
    <w:multiLevelType w:val="hybridMultilevel"/>
    <w:tmpl w:val="59A445F0"/>
    <w:lvl w:ilvl="0" w:tplc="04C09746">
      <w:start w:val="1"/>
      <w:numFmt w:val="decimal"/>
      <w:lvlRestart w:val="0"/>
      <w:lvlText w:val="[%1]"/>
      <w:lvlJc w:val="left"/>
      <w:pPr>
        <w:ind w:left="369" w:hanging="369"/>
      </w:pPr>
      <w:rPr>
        <w:rFonts w:hint="default"/>
      </w:rPr>
    </w:lvl>
    <w:lvl w:ilvl="1" w:tplc="40090019" w:tentative="1">
      <w:start w:val="1"/>
      <w:numFmt w:val="lowerLetter"/>
      <w:lvlText w:val="%2."/>
      <w:lvlJc w:val="left"/>
      <w:pPr>
        <w:ind w:left="1089" w:hanging="360"/>
      </w:pPr>
    </w:lvl>
    <w:lvl w:ilvl="2" w:tplc="4009001B" w:tentative="1">
      <w:start w:val="1"/>
      <w:numFmt w:val="lowerRoman"/>
      <w:lvlText w:val="%3."/>
      <w:lvlJc w:val="right"/>
      <w:pPr>
        <w:ind w:left="1809" w:hanging="180"/>
      </w:pPr>
    </w:lvl>
    <w:lvl w:ilvl="3" w:tplc="4009000F" w:tentative="1">
      <w:start w:val="1"/>
      <w:numFmt w:val="decimal"/>
      <w:lvlText w:val="%4."/>
      <w:lvlJc w:val="left"/>
      <w:pPr>
        <w:ind w:left="2529" w:hanging="360"/>
      </w:pPr>
    </w:lvl>
    <w:lvl w:ilvl="4" w:tplc="40090019" w:tentative="1">
      <w:start w:val="1"/>
      <w:numFmt w:val="lowerLetter"/>
      <w:lvlText w:val="%5."/>
      <w:lvlJc w:val="left"/>
      <w:pPr>
        <w:ind w:left="3249" w:hanging="360"/>
      </w:pPr>
    </w:lvl>
    <w:lvl w:ilvl="5" w:tplc="4009001B" w:tentative="1">
      <w:start w:val="1"/>
      <w:numFmt w:val="lowerRoman"/>
      <w:lvlText w:val="%6."/>
      <w:lvlJc w:val="right"/>
      <w:pPr>
        <w:ind w:left="3969" w:hanging="180"/>
      </w:pPr>
    </w:lvl>
    <w:lvl w:ilvl="6" w:tplc="4009000F" w:tentative="1">
      <w:start w:val="1"/>
      <w:numFmt w:val="decimal"/>
      <w:lvlText w:val="%7."/>
      <w:lvlJc w:val="left"/>
      <w:pPr>
        <w:ind w:left="4689" w:hanging="360"/>
      </w:pPr>
    </w:lvl>
    <w:lvl w:ilvl="7" w:tplc="40090019" w:tentative="1">
      <w:start w:val="1"/>
      <w:numFmt w:val="lowerLetter"/>
      <w:lvlText w:val="%8."/>
      <w:lvlJc w:val="left"/>
      <w:pPr>
        <w:ind w:left="5409" w:hanging="360"/>
      </w:pPr>
    </w:lvl>
    <w:lvl w:ilvl="8" w:tplc="4009001B" w:tentative="1">
      <w:start w:val="1"/>
      <w:numFmt w:val="lowerRoman"/>
      <w:lvlText w:val="%9."/>
      <w:lvlJc w:val="right"/>
      <w:pPr>
        <w:ind w:left="6129" w:hanging="180"/>
      </w:pPr>
    </w:lvl>
  </w:abstractNum>
  <w:abstractNum w:abstractNumId="19" w15:restartNumberingAfterBreak="0">
    <w:nsid w:val="6E7C4D3E"/>
    <w:multiLevelType w:val="multilevel"/>
    <w:tmpl w:val="E730AD9E"/>
    <w:lvl w:ilvl="0">
      <w:start w:val="1"/>
      <w:numFmt w:val="decimal"/>
      <w:lvlRestart w:val="0"/>
      <w:pStyle w:val="MainTitle"/>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nothing"/>
      <w:lvlText w:val="%1.%2.%3.%4.%5.%6"/>
      <w:lvlJc w:val="left"/>
      <w:pPr>
        <w:ind w:left="0" w:firstLine="0"/>
      </w:pPr>
      <w:rPr>
        <w:rFonts w:hint="default"/>
      </w:rPr>
    </w:lvl>
    <w:lvl w:ilvl="6">
      <w:start w:val="1"/>
      <w:numFmt w:val="decimal"/>
      <w:lvlText w:val="%7."/>
      <w:lvlJc w:val="left"/>
      <w:pPr>
        <w:ind w:left="2517" w:hanging="357"/>
      </w:pPr>
      <w:rPr>
        <w:rFonts w:hint="default"/>
      </w:rPr>
    </w:lvl>
    <w:lvl w:ilvl="7">
      <w:start w:val="1"/>
      <w:numFmt w:val="lowerLetter"/>
      <w:lvlText w:val="%8."/>
      <w:lvlJc w:val="left"/>
      <w:pPr>
        <w:ind w:left="2880" w:hanging="363"/>
      </w:pPr>
      <w:rPr>
        <w:rFonts w:hint="default"/>
      </w:rPr>
    </w:lvl>
    <w:lvl w:ilvl="8">
      <w:start w:val="1"/>
      <w:numFmt w:val="lowerRoman"/>
      <w:lvlText w:val="%9."/>
      <w:lvlJc w:val="left"/>
      <w:pPr>
        <w:ind w:left="3237" w:hanging="357"/>
      </w:pPr>
      <w:rPr>
        <w:rFonts w:hint="default"/>
      </w:rPr>
    </w:lvl>
  </w:abstractNum>
  <w:abstractNum w:abstractNumId="20" w15:restartNumberingAfterBreak="0">
    <w:nsid w:val="6EB96FCF"/>
    <w:multiLevelType w:val="multilevel"/>
    <w:tmpl w:val="00422380"/>
    <w:lvl w:ilvl="0">
      <w:numFmt w:val="none"/>
      <w:lvlRestart w:val="0"/>
      <w:pStyle w:val="DMainTitle"/>
      <w:suff w:val="space"/>
      <w:lvlText w:val="%1"/>
      <w:lvlJc w:val="left"/>
      <w:pPr>
        <w:ind w:left="0" w:firstLine="0"/>
      </w:pPr>
      <w:rPr>
        <w:rFonts w:hint="default"/>
      </w:rPr>
    </w:lvl>
    <w:lvl w:ilvl="1">
      <w:start w:val="1"/>
      <w:numFmt w:val="decimal"/>
      <w:pStyle w:val="heading10"/>
      <w:suff w:val="space"/>
      <w:lvlText w:val="%2"/>
      <w:lvlJc w:val="left"/>
      <w:pPr>
        <w:ind w:left="0" w:firstLine="0"/>
      </w:pPr>
      <w:rPr>
        <w:rFonts w:hint="default"/>
      </w:rPr>
    </w:lvl>
    <w:lvl w:ilvl="2">
      <w:start w:val="1"/>
      <w:numFmt w:val="decimal"/>
      <w:pStyle w:val="heading20"/>
      <w:suff w:val="space"/>
      <w:lvlText w:val="%2.%3"/>
      <w:lvlJc w:val="left"/>
      <w:pPr>
        <w:ind w:left="0" w:firstLine="0"/>
      </w:pPr>
      <w:rPr>
        <w:rFonts w:hint="default"/>
      </w:rPr>
    </w:lvl>
    <w:lvl w:ilvl="3">
      <w:start w:val="1"/>
      <w:numFmt w:val="decimal"/>
      <w:pStyle w:val="heading30"/>
      <w:suff w:val="space"/>
      <w:lvlText w:val="%2.%3.%4"/>
      <w:lvlJc w:val="left"/>
      <w:pPr>
        <w:ind w:left="0" w:firstLine="0"/>
      </w:pPr>
      <w:rPr>
        <w:rFonts w:hint="default"/>
      </w:rPr>
    </w:lvl>
    <w:lvl w:ilvl="4">
      <w:start w:val="1"/>
      <w:numFmt w:val="decimal"/>
      <w:pStyle w:val="heading40"/>
      <w:suff w:val="space"/>
      <w:lvlText w:val="%2.%3.%4.%5"/>
      <w:lvlJc w:val="left"/>
      <w:pPr>
        <w:ind w:left="0" w:firstLine="0"/>
      </w:pPr>
      <w:rPr>
        <w:rFonts w:hint="default"/>
      </w:rPr>
    </w:lvl>
    <w:lvl w:ilvl="5">
      <w:start w:val="1"/>
      <w:numFmt w:val="decimal"/>
      <w:pStyle w:val="heading5"/>
      <w:suff w:val="nothing"/>
      <w:lvlText w:val="%2.%3.%4.%5.%6"/>
      <w:lvlJc w:val="left"/>
      <w:pPr>
        <w:ind w:left="0" w:firstLine="0"/>
      </w:pPr>
      <w:rPr>
        <w:rFonts w:hint="default"/>
      </w:rPr>
    </w:lvl>
    <w:lvl w:ilvl="6">
      <w:start w:val="1"/>
      <w:numFmt w:val="decimal"/>
      <w:lvlText w:val="%7."/>
      <w:lvlJc w:val="left"/>
      <w:pPr>
        <w:ind w:left="2517" w:hanging="357"/>
      </w:pPr>
      <w:rPr>
        <w:rFonts w:hint="default"/>
      </w:rPr>
    </w:lvl>
    <w:lvl w:ilvl="7">
      <w:start w:val="1"/>
      <w:numFmt w:val="lowerLetter"/>
      <w:lvlText w:val="%8."/>
      <w:lvlJc w:val="left"/>
      <w:pPr>
        <w:ind w:left="2880" w:hanging="363"/>
      </w:pPr>
      <w:rPr>
        <w:rFonts w:hint="default"/>
      </w:rPr>
    </w:lvl>
    <w:lvl w:ilvl="8">
      <w:start w:val="1"/>
      <w:numFmt w:val="lowerRoman"/>
      <w:lvlText w:val="%9."/>
      <w:lvlJc w:val="left"/>
      <w:pPr>
        <w:ind w:left="3237" w:hanging="357"/>
      </w:pPr>
      <w:rPr>
        <w:rFonts w:hint="default"/>
      </w:rPr>
    </w:lvl>
  </w:abstractNum>
  <w:num w:numId="1" w16cid:durableId="1451777974">
    <w:abstractNumId w:val="0"/>
  </w:num>
  <w:num w:numId="2" w16cid:durableId="1853107650">
    <w:abstractNumId w:val="3"/>
  </w:num>
  <w:num w:numId="3" w16cid:durableId="703139941">
    <w:abstractNumId w:val="12"/>
  </w:num>
  <w:num w:numId="4" w16cid:durableId="1361660741">
    <w:abstractNumId w:val="13"/>
  </w:num>
  <w:num w:numId="5" w16cid:durableId="399137821">
    <w:abstractNumId w:val="11"/>
  </w:num>
  <w:num w:numId="6" w16cid:durableId="2015448705">
    <w:abstractNumId w:val="10"/>
  </w:num>
  <w:num w:numId="7" w16cid:durableId="347558377">
    <w:abstractNumId w:val="6"/>
  </w:num>
  <w:num w:numId="8" w16cid:durableId="1818524826">
    <w:abstractNumId w:val="19"/>
  </w:num>
  <w:num w:numId="9" w16cid:durableId="1320964317">
    <w:abstractNumId w:val="20"/>
  </w:num>
  <w:num w:numId="10" w16cid:durableId="585383256">
    <w:abstractNumId w:val="16"/>
  </w:num>
  <w:num w:numId="11" w16cid:durableId="1674380919">
    <w:abstractNumId w:val="9"/>
  </w:num>
  <w:num w:numId="12" w16cid:durableId="149912556">
    <w:abstractNumId w:val="18"/>
  </w:num>
  <w:num w:numId="13" w16cid:durableId="1679043239">
    <w:abstractNumId w:val="15"/>
  </w:num>
  <w:num w:numId="14" w16cid:durableId="939609869">
    <w:abstractNumId w:val="8"/>
  </w:num>
  <w:num w:numId="15" w16cid:durableId="1173954989">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140"/>
  <w:doNotHyphenateCaps/>
  <w:evenAndOddHeaders/>
  <w:drawingGridHorizontalSpacing w:val="110"/>
  <w:drawingGridVerticalSpacing w:val="163"/>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NumRefStyle" w:val="1"/>
  </w:docVars>
  <w:rsids>
    <w:rsidRoot w:val="00AA3A05"/>
    <w:rsid w:val="00001F6D"/>
    <w:rsid w:val="0000431B"/>
    <w:rsid w:val="00004F49"/>
    <w:rsid w:val="00005770"/>
    <w:rsid w:val="00005F1B"/>
    <w:rsid w:val="00006F6A"/>
    <w:rsid w:val="00014BD1"/>
    <w:rsid w:val="00016363"/>
    <w:rsid w:val="0002006A"/>
    <w:rsid w:val="00021FF6"/>
    <w:rsid w:val="000238C5"/>
    <w:rsid w:val="00025071"/>
    <w:rsid w:val="000269D1"/>
    <w:rsid w:val="00036A4C"/>
    <w:rsid w:val="00043669"/>
    <w:rsid w:val="0004454D"/>
    <w:rsid w:val="00044A53"/>
    <w:rsid w:val="00045148"/>
    <w:rsid w:val="00046A35"/>
    <w:rsid w:val="000531C2"/>
    <w:rsid w:val="00053B6C"/>
    <w:rsid w:val="00054CB5"/>
    <w:rsid w:val="0005714D"/>
    <w:rsid w:val="00060263"/>
    <w:rsid w:val="000609D5"/>
    <w:rsid w:val="000610D0"/>
    <w:rsid w:val="0006222E"/>
    <w:rsid w:val="0006277C"/>
    <w:rsid w:val="00064BA4"/>
    <w:rsid w:val="00065107"/>
    <w:rsid w:val="00067571"/>
    <w:rsid w:val="00067C65"/>
    <w:rsid w:val="00070E77"/>
    <w:rsid w:val="00071D3A"/>
    <w:rsid w:val="0007533D"/>
    <w:rsid w:val="00075545"/>
    <w:rsid w:val="000770FA"/>
    <w:rsid w:val="00082D3C"/>
    <w:rsid w:val="000848D2"/>
    <w:rsid w:val="000953FD"/>
    <w:rsid w:val="000973AB"/>
    <w:rsid w:val="00097BDA"/>
    <w:rsid w:val="000A0A64"/>
    <w:rsid w:val="000A49FF"/>
    <w:rsid w:val="000A4E0B"/>
    <w:rsid w:val="000B0C50"/>
    <w:rsid w:val="000B37BD"/>
    <w:rsid w:val="000B4563"/>
    <w:rsid w:val="000B48B4"/>
    <w:rsid w:val="000B5E9A"/>
    <w:rsid w:val="000B678C"/>
    <w:rsid w:val="000C3FEB"/>
    <w:rsid w:val="000C5405"/>
    <w:rsid w:val="000C712F"/>
    <w:rsid w:val="000D572C"/>
    <w:rsid w:val="000E0820"/>
    <w:rsid w:val="000E0A46"/>
    <w:rsid w:val="000E2163"/>
    <w:rsid w:val="000E321F"/>
    <w:rsid w:val="000E3F49"/>
    <w:rsid w:val="000E4011"/>
    <w:rsid w:val="000E74A6"/>
    <w:rsid w:val="000E76FA"/>
    <w:rsid w:val="000F0964"/>
    <w:rsid w:val="000F10B0"/>
    <w:rsid w:val="000F31A7"/>
    <w:rsid w:val="000F4B91"/>
    <w:rsid w:val="000F57C8"/>
    <w:rsid w:val="000F71AB"/>
    <w:rsid w:val="0010061C"/>
    <w:rsid w:val="00101A9A"/>
    <w:rsid w:val="0010363B"/>
    <w:rsid w:val="00103A73"/>
    <w:rsid w:val="00107526"/>
    <w:rsid w:val="001114B2"/>
    <w:rsid w:val="00112416"/>
    <w:rsid w:val="00113A6E"/>
    <w:rsid w:val="001157E8"/>
    <w:rsid w:val="00120874"/>
    <w:rsid w:val="00121B82"/>
    <w:rsid w:val="001278DD"/>
    <w:rsid w:val="001301E1"/>
    <w:rsid w:val="00130833"/>
    <w:rsid w:val="00130C3E"/>
    <w:rsid w:val="001320FB"/>
    <w:rsid w:val="00132A5C"/>
    <w:rsid w:val="00134414"/>
    <w:rsid w:val="001353E0"/>
    <w:rsid w:val="0013777B"/>
    <w:rsid w:val="00140191"/>
    <w:rsid w:val="00140562"/>
    <w:rsid w:val="0014105E"/>
    <w:rsid w:val="00145761"/>
    <w:rsid w:val="00146EAA"/>
    <w:rsid w:val="001526CB"/>
    <w:rsid w:val="0015536C"/>
    <w:rsid w:val="00155E7A"/>
    <w:rsid w:val="00160B0C"/>
    <w:rsid w:val="00161555"/>
    <w:rsid w:val="001616DF"/>
    <w:rsid w:val="00162FF3"/>
    <w:rsid w:val="00163114"/>
    <w:rsid w:val="00166987"/>
    <w:rsid w:val="001709D2"/>
    <w:rsid w:val="00170DEC"/>
    <w:rsid w:val="0017396D"/>
    <w:rsid w:val="001773C8"/>
    <w:rsid w:val="00177A39"/>
    <w:rsid w:val="001825DE"/>
    <w:rsid w:val="001869AC"/>
    <w:rsid w:val="00191F13"/>
    <w:rsid w:val="001A14A2"/>
    <w:rsid w:val="001A1DA6"/>
    <w:rsid w:val="001A406D"/>
    <w:rsid w:val="001B41A1"/>
    <w:rsid w:val="001B4F7F"/>
    <w:rsid w:val="001B5948"/>
    <w:rsid w:val="001B5AA2"/>
    <w:rsid w:val="001B5AFB"/>
    <w:rsid w:val="001B65B7"/>
    <w:rsid w:val="001B7DA3"/>
    <w:rsid w:val="001C301A"/>
    <w:rsid w:val="001C3698"/>
    <w:rsid w:val="001C4E8D"/>
    <w:rsid w:val="001C6111"/>
    <w:rsid w:val="001C770A"/>
    <w:rsid w:val="001D0B49"/>
    <w:rsid w:val="001D1231"/>
    <w:rsid w:val="001D1540"/>
    <w:rsid w:val="001D6C32"/>
    <w:rsid w:val="001D73DE"/>
    <w:rsid w:val="001D753A"/>
    <w:rsid w:val="001D76F2"/>
    <w:rsid w:val="001E4211"/>
    <w:rsid w:val="001E48B1"/>
    <w:rsid w:val="001E60AF"/>
    <w:rsid w:val="001E7FE2"/>
    <w:rsid w:val="001F0F79"/>
    <w:rsid w:val="001F46C1"/>
    <w:rsid w:val="001F49E4"/>
    <w:rsid w:val="001F7425"/>
    <w:rsid w:val="001F7E69"/>
    <w:rsid w:val="001F7FCE"/>
    <w:rsid w:val="002015A6"/>
    <w:rsid w:val="002023E1"/>
    <w:rsid w:val="00205ECF"/>
    <w:rsid w:val="002074D8"/>
    <w:rsid w:val="00210E0A"/>
    <w:rsid w:val="00210F5F"/>
    <w:rsid w:val="00212F70"/>
    <w:rsid w:val="00220A07"/>
    <w:rsid w:val="00221AB2"/>
    <w:rsid w:val="0022231E"/>
    <w:rsid w:val="00224200"/>
    <w:rsid w:val="00224235"/>
    <w:rsid w:val="00226F60"/>
    <w:rsid w:val="00227FA2"/>
    <w:rsid w:val="00230396"/>
    <w:rsid w:val="0023069E"/>
    <w:rsid w:val="002322FA"/>
    <w:rsid w:val="0023268C"/>
    <w:rsid w:val="0023519A"/>
    <w:rsid w:val="00236209"/>
    <w:rsid w:val="00243465"/>
    <w:rsid w:val="00247157"/>
    <w:rsid w:val="002539B7"/>
    <w:rsid w:val="00254BEA"/>
    <w:rsid w:val="002565A2"/>
    <w:rsid w:val="00256CAC"/>
    <w:rsid w:val="00262D3D"/>
    <w:rsid w:val="00265C68"/>
    <w:rsid w:val="00265F37"/>
    <w:rsid w:val="002724A6"/>
    <w:rsid w:val="00272CD3"/>
    <w:rsid w:val="00273262"/>
    <w:rsid w:val="002737FC"/>
    <w:rsid w:val="00275B35"/>
    <w:rsid w:val="00277107"/>
    <w:rsid w:val="00280395"/>
    <w:rsid w:val="002806EF"/>
    <w:rsid w:val="0028211B"/>
    <w:rsid w:val="00283BDB"/>
    <w:rsid w:val="002840CD"/>
    <w:rsid w:val="00286C2F"/>
    <w:rsid w:val="00290CA6"/>
    <w:rsid w:val="002912C5"/>
    <w:rsid w:val="00293F1E"/>
    <w:rsid w:val="00294D01"/>
    <w:rsid w:val="002963C9"/>
    <w:rsid w:val="00296C89"/>
    <w:rsid w:val="002A4716"/>
    <w:rsid w:val="002A735C"/>
    <w:rsid w:val="002A7F2F"/>
    <w:rsid w:val="002B2E3E"/>
    <w:rsid w:val="002B3930"/>
    <w:rsid w:val="002B58D1"/>
    <w:rsid w:val="002C03D8"/>
    <w:rsid w:val="002C16AE"/>
    <w:rsid w:val="002C4BB8"/>
    <w:rsid w:val="002C53B5"/>
    <w:rsid w:val="002C6E7C"/>
    <w:rsid w:val="002C7D9F"/>
    <w:rsid w:val="002D4AB9"/>
    <w:rsid w:val="002D5F35"/>
    <w:rsid w:val="002D6B72"/>
    <w:rsid w:val="002D783B"/>
    <w:rsid w:val="002E0C72"/>
    <w:rsid w:val="002E0DA4"/>
    <w:rsid w:val="002E308B"/>
    <w:rsid w:val="002E40DC"/>
    <w:rsid w:val="002E52B2"/>
    <w:rsid w:val="002F0968"/>
    <w:rsid w:val="002F1BC3"/>
    <w:rsid w:val="002F1E77"/>
    <w:rsid w:val="002F2934"/>
    <w:rsid w:val="002F3A37"/>
    <w:rsid w:val="002F6B18"/>
    <w:rsid w:val="002F7B19"/>
    <w:rsid w:val="00300797"/>
    <w:rsid w:val="003029CB"/>
    <w:rsid w:val="00307FF7"/>
    <w:rsid w:val="0031018F"/>
    <w:rsid w:val="00314376"/>
    <w:rsid w:val="00314AB1"/>
    <w:rsid w:val="003150BE"/>
    <w:rsid w:val="00322A46"/>
    <w:rsid w:val="0032436B"/>
    <w:rsid w:val="00331726"/>
    <w:rsid w:val="00342F25"/>
    <w:rsid w:val="00343F80"/>
    <w:rsid w:val="00347E63"/>
    <w:rsid w:val="003504A1"/>
    <w:rsid w:val="00353A6D"/>
    <w:rsid w:val="00356EED"/>
    <w:rsid w:val="00357530"/>
    <w:rsid w:val="00360A7A"/>
    <w:rsid w:val="00360E7F"/>
    <w:rsid w:val="00360EC6"/>
    <w:rsid w:val="00367344"/>
    <w:rsid w:val="003715DC"/>
    <w:rsid w:val="00371DFB"/>
    <w:rsid w:val="0037534B"/>
    <w:rsid w:val="00376FC4"/>
    <w:rsid w:val="00383D34"/>
    <w:rsid w:val="00386A1D"/>
    <w:rsid w:val="0039119B"/>
    <w:rsid w:val="00392B2C"/>
    <w:rsid w:val="0039390D"/>
    <w:rsid w:val="003940F1"/>
    <w:rsid w:val="00395CB8"/>
    <w:rsid w:val="00395F19"/>
    <w:rsid w:val="003960C6"/>
    <w:rsid w:val="0039684F"/>
    <w:rsid w:val="003A0D8A"/>
    <w:rsid w:val="003A6C96"/>
    <w:rsid w:val="003A721B"/>
    <w:rsid w:val="003A7487"/>
    <w:rsid w:val="003B10B8"/>
    <w:rsid w:val="003B14B8"/>
    <w:rsid w:val="003B5750"/>
    <w:rsid w:val="003B6D71"/>
    <w:rsid w:val="003C0833"/>
    <w:rsid w:val="003C3278"/>
    <w:rsid w:val="003D1141"/>
    <w:rsid w:val="003D247E"/>
    <w:rsid w:val="003D32A9"/>
    <w:rsid w:val="003D3DCB"/>
    <w:rsid w:val="003E218B"/>
    <w:rsid w:val="003E2D8A"/>
    <w:rsid w:val="003E498E"/>
    <w:rsid w:val="003E69A7"/>
    <w:rsid w:val="003E6BF7"/>
    <w:rsid w:val="003F2916"/>
    <w:rsid w:val="003F2A86"/>
    <w:rsid w:val="003F35C1"/>
    <w:rsid w:val="003F644C"/>
    <w:rsid w:val="003F64CE"/>
    <w:rsid w:val="003F6C91"/>
    <w:rsid w:val="003F718B"/>
    <w:rsid w:val="00402CFD"/>
    <w:rsid w:val="00403AF9"/>
    <w:rsid w:val="0040435A"/>
    <w:rsid w:val="00405C08"/>
    <w:rsid w:val="00405E55"/>
    <w:rsid w:val="004062F8"/>
    <w:rsid w:val="004066A3"/>
    <w:rsid w:val="00410150"/>
    <w:rsid w:val="00410267"/>
    <w:rsid w:val="00410598"/>
    <w:rsid w:val="004107AE"/>
    <w:rsid w:val="00412F94"/>
    <w:rsid w:val="0041300F"/>
    <w:rsid w:val="00414005"/>
    <w:rsid w:val="00415190"/>
    <w:rsid w:val="00417771"/>
    <w:rsid w:val="00423AAF"/>
    <w:rsid w:val="00425989"/>
    <w:rsid w:val="00425BA6"/>
    <w:rsid w:val="00430C42"/>
    <w:rsid w:val="00433E14"/>
    <w:rsid w:val="00440455"/>
    <w:rsid w:val="00441175"/>
    <w:rsid w:val="004424CB"/>
    <w:rsid w:val="004427F4"/>
    <w:rsid w:val="00444132"/>
    <w:rsid w:val="00444AD6"/>
    <w:rsid w:val="00444BE5"/>
    <w:rsid w:val="0044661B"/>
    <w:rsid w:val="00446B6F"/>
    <w:rsid w:val="00446CFA"/>
    <w:rsid w:val="00446E48"/>
    <w:rsid w:val="0044729D"/>
    <w:rsid w:val="0044766E"/>
    <w:rsid w:val="004509DE"/>
    <w:rsid w:val="004552DA"/>
    <w:rsid w:val="00455A4F"/>
    <w:rsid w:val="00460578"/>
    <w:rsid w:val="0046154C"/>
    <w:rsid w:val="00461EF7"/>
    <w:rsid w:val="00462D84"/>
    <w:rsid w:val="004649BE"/>
    <w:rsid w:val="0046624D"/>
    <w:rsid w:val="004677D1"/>
    <w:rsid w:val="00471474"/>
    <w:rsid w:val="0047280B"/>
    <w:rsid w:val="00476BC9"/>
    <w:rsid w:val="00485577"/>
    <w:rsid w:val="00486195"/>
    <w:rsid w:val="004927B4"/>
    <w:rsid w:val="00493C8D"/>
    <w:rsid w:val="004A0CD5"/>
    <w:rsid w:val="004A2B8D"/>
    <w:rsid w:val="004A61BA"/>
    <w:rsid w:val="004A6581"/>
    <w:rsid w:val="004A660C"/>
    <w:rsid w:val="004A677A"/>
    <w:rsid w:val="004A757B"/>
    <w:rsid w:val="004B0D14"/>
    <w:rsid w:val="004B13C0"/>
    <w:rsid w:val="004B7981"/>
    <w:rsid w:val="004C1F08"/>
    <w:rsid w:val="004C2475"/>
    <w:rsid w:val="004C3B58"/>
    <w:rsid w:val="004D0382"/>
    <w:rsid w:val="004D142D"/>
    <w:rsid w:val="004D4918"/>
    <w:rsid w:val="004E03C9"/>
    <w:rsid w:val="004E07BA"/>
    <w:rsid w:val="004E0CBD"/>
    <w:rsid w:val="004E37BB"/>
    <w:rsid w:val="004E7144"/>
    <w:rsid w:val="004F02F8"/>
    <w:rsid w:val="004F12B1"/>
    <w:rsid w:val="004F230B"/>
    <w:rsid w:val="0050182B"/>
    <w:rsid w:val="005040B9"/>
    <w:rsid w:val="005053EC"/>
    <w:rsid w:val="005070BD"/>
    <w:rsid w:val="005105A5"/>
    <w:rsid w:val="005115CC"/>
    <w:rsid w:val="00512DDB"/>
    <w:rsid w:val="00514AD6"/>
    <w:rsid w:val="00514C6D"/>
    <w:rsid w:val="005205FB"/>
    <w:rsid w:val="00520B4A"/>
    <w:rsid w:val="0052371E"/>
    <w:rsid w:val="005250D6"/>
    <w:rsid w:val="005279D9"/>
    <w:rsid w:val="005308AA"/>
    <w:rsid w:val="00532667"/>
    <w:rsid w:val="005335DE"/>
    <w:rsid w:val="00534D8F"/>
    <w:rsid w:val="00537608"/>
    <w:rsid w:val="0054339A"/>
    <w:rsid w:val="0054444A"/>
    <w:rsid w:val="00544A38"/>
    <w:rsid w:val="0054625A"/>
    <w:rsid w:val="005476A6"/>
    <w:rsid w:val="0054781B"/>
    <w:rsid w:val="0055204B"/>
    <w:rsid w:val="00563164"/>
    <w:rsid w:val="005651DC"/>
    <w:rsid w:val="005658A1"/>
    <w:rsid w:val="005711A5"/>
    <w:rsid w:val="00571A77"/>
    <w:rsid w:val="005737D9"/>
    <w:rsid w:val="00574A5F"/>
    <w:rsid w:val="0057787F"/>
    <w:rsid w:val="005810C8"/>
    <w:rsid w:val="00583E41"/>
    <w:rsid w:val="005855A6"/>
    <w:rsid w:val="00585AA4"/>
    <w:rsid w:val="00586F53"/>
    <w:rsid w:val="00590795"/>
    <w:rsid w:val="00592500"/>
    <w:rsid w:val="005935D3"/>
    <w:rsid w:val="00593600"/>
    <w:rsid w:val="00594390"/>
    <w:rsid w:val="005A08CC"/>
    <w:rsid w:val="005A1DB2"/>
    <w:rsid w:val="005A41EF"/>
    <w:rsid w:val="005A6151"/>
    <w:rsid w:val="005A64D7"/>
    <w:rsid w:val="005B3902"/>
    <w:rsid w:val="005C0A24"/>
    <w:rsid w:val="005D2374"/>
    <w:rsid w:val="005E1A2A"/>
    <w:rsid w:val="005E1A39"/>
    <w:rsid w:val="005E2F51"/>
    <w:rsid w:val="005E38AC"/>
    <w:rsid w:val="005E615E"/>
    <w:rsid w:val="005E65F0"/>
    <w:rsid w:val="005E6710"/>
    <w:rsid w:val="005F43F9"/>
    <w:rsid w:val="005F4F9A"/>
    <w:rsid w:val="005F6D4D"/>
    <w:rsid w:val="006041A0"/>
    <w:rsid w:val="006067FD"/>
    <w:rsid w:val="006103D5"/>
    <w:rsid w:val="00610DC7"/>
    <w:rsid w:val="006139F1"/>
    <w:rsid w:val="0061547A"/>
    <w:rsid w:val="006201AE"/>
    <w:rsid w:val="00624B63"/>
    <w:rsid w:val="006259ED"/>
    <w:rsid w:val="00625BEF"/>
    <w:rsid w:val="0062661F"/>
    <w:rsid w:val="00630D11"/>
    <w:rsid w:val="00631C9D"/>
    <w:rsid w:val="0063256E"/>
    <w:rsid w:val="00632BF0"/>
    <w:rsid w:val="00632C8C"/>
    <w:rsid w:val="006334EB"/>
    <w:rsid w:val="006344BF"/>
    <w:rsid w:val="00641998"/>
    <w:rsid w:val="00642BCE"/>
    <w:rsid w:val="0064479C"/>
    <w:rsid w:val="006458D3"/>
    <w:rsid w:val="00651BFD"/>
    <w:rsid w:val="006535F0"/>
    <w:rsid w:val="006536E1"/>
    <w:rsid w:val="00655EC2"/>
    <w:rsid w:val="006571D0"/>
    <w:rsid w:val="00657673"/>
    <w:rsid w:val="00657C3F"/>
    <w:rsid w:val="006620E7"/>
    <w:rsid w:val="006623A5"/>
    <w:rsid w:val="00665A01"/>
    <w:rsid w:val="00665FAB"/>
    <w:rsid w:val="006701B1"/>
    <w:rsid w:val="006704BE"/>
    <w:rsid w:val="006711EF"/>
    <w:rsid w:val="00671AA6"/>
    <w:rsid w:val="006742C9"/>
    <w:rsid w:val="00676614"/>
    <w:rsid w:val="00676AF9"/>
    <w:rsid w:val="00677174"/>
    <w:rsid w:val="006775E7"/>
    <w:rsid w:val="00680383"/>
    <w:rsid w:val="006829A3"/>
    <w:rsid w:val="00682E50"/>
    <w:rsid w:val="006840DF"/>
    <w:rsid w:val="00684C7A"/>
    <w:rsid w:val="00685FBC"/>
    <w:rsid w:val="0068662A"/>
    <w:rsid w:val="00687133"/>
    <w:rsid w:val="00691F1E"/>
    <w:rsid w:val="00691F67"/>
    <w:rsid w:val="00695AA6"/>
    <w:rsid w:val="00696D90"/>
    <w:rsid w:val="006A06EF"/>
    <w:rsid w:val="006A0D52"/>
    <w:rsid w:val="006A3EDF"/>
    <w:rsid w:val="006A574A"/>
    <w:rsid w:val="006A71A4"/>
    <w:rsid w:val="006A7CD2"/>
    <w:rsid w:val="006B39C6"/>
    <w:rsid w:val="006B42F4"/>
    <w:rsid w:val="006C00AA"/>
    <w:rsid w:val="006C1729"/>
    <w:rsid w:val="006C1F59"/>
    <w:rsid w:val="006D01A8"/>
    <w:rsid w:val="006D0E90"/>
    <w:rsid w:val="006D11D0"/>
    <w:rsid w:val="006D173F"/>
    <w:rsid w:val="006D19A8"/>
    <w:rsid w:val="006D3592"/>
    <w:rsid w:val="006D36F2"/>
    <w:rsid w:val="006D4369"/>
    <w:rsid w:val="006D6414"/>
    <w:rsid w:val="006E29A2"/>
    <w:rsid w:val="006E3B89"/>
    <w:rsid w:val="006E4B8C"/>
    <w:rsid w:val="006E6C45"/>
    <w:rsid w:val="006E723D"/>
    <w:rsid w:val="006F6F1A"/>
    <w:rsid w:val="007052E2"/>
    <w:rsid w:val="00705A31"/>
    <w:rsid w:val="00706F38"/>
    <w:rsid w:val="0071286B"/>
    <w:rsid w:val="00714B1E"/>
    <w:rsid w:val="00717E6D"/>
    <w:rsid w:val="00722F8A"/>
    <w:rsid w:val="00723352"/>
    <w:rsid w:val="007239C0"/>
    <w:rsid w:val="00724310"/>
    <w:rsid w:val="00731823"/>
    <w:rsid w:val="00733209"/>
    <w:rsid w:val="00733471"/>
    <w:rsid w:val="00734AE5"/>
    <w:rsid w:val="007361E2"/>
    <w:rsid w:val="007363AF"/>
    <w:rsid w:val="0073697D"/>
    <w:rsid w:val="00736FA2"/>
    <w:rsid w:val="00737346"/>
    <w:rsid w:val="00741D73"/>
    <w:rsid w:val="007439DF"/>
    <w:rsid w:val="00745A3F"/>
    <w:rsid w:val="00750D70"/>
    <w:rsid w:val="00754DE7"/>
    <w:rsid w:val="007564E0"/>
    <w:rsid w:val="00756FAB"/>
    <w:rsid w:val="00757585"/>
    <w:rsid w:val="00757586"/>
    <w:rsid w:val="007627F4"/>
    <w:rsid w:val="00767327"/>
    <w:rsid w:val="00772BBE"/>
    <w:rsid w:val="00774DD2"/>
    <w:rsid w:val="0077516C"/>
    <w:rsid w:val="007759E0"/>
    <w:rsid w:val="00787C62"/>
    <w:rsid w:val="00787F08"/>
    <w:rsid w:val="00791BDF"/>
    <w:rsid w:val="00792DC2"/>
    <w:rsid w:val="00793D1D"/>
    <w:rsid w:val="007952CC"/>
    <w:rsid w:val="00795BCA"/>
    <w:rsid w:val="007960E8"/>
    <w:rsid w:val="007A2049"/>
    <w:rsid w:val="007A239D"/>
    <w:rsid w:val="007A2AD6"/>
    <w:rsid w:val="007A380B"/>
    <w:rsid w:val="007A7EBC"/>
    <w:rsid w:val="007A7FF2"/>
    <w:rsid w:val="007B0C10"/>
    <w:rsid w:val="007B5748"/>
    <w:rsid w:val="007B62B8"/>
    <w:rsid w:val="007C12D6"/>
    <w:rsid w:val="007C4DAA"/>
    <w:rsid w:val="007C4E98"/>
    <w:rsid w:val="007C5EC0"/>
    <w:rsid w:val="007D4D70"/>
    <w:rsid w:val="007E2798"/>
    <w:rsid w:val="007E3042"/>
    <w:rsid w:val="007E556A"/>
    <w:rsid w:val="007F0D7A"/>
    <w:rsid w:val="007F1367"/>
    <w:rsid w:val="007F2DB7"/>
    <w:rsid w:val="00805520"/>
    <w:rsid w:val="008055DB"/>
    <w:rsid w:val="00805B4F"/>
    <w:rsid w:val="00806839"/>
    <w:rsid w:val="00806BB2"/>
    <w:rsid w:val="00807869"/>
    <w:rsid w:val="0081006B"/>
    <w:rsid w:val="0081063C"/>
    <w:rsid w:val="0081178F"/>
    <w:rsid w:val="0081206D"/>
    <w:rsid w:val="008144B2"/>
    <w:rsid w:val="00814C21"/>
    <w:rsid w:val="00820A92"/>
    <w:rsid w:val="00821058"/>
    <w:rsid w:val="008210B3"/>
    <w:rsid w:val="00821DA2"/>
    <w:rsid w:val="0082515C"/>
    <w:rsid w:val="00825756"/>
    <w:rsid w:val="0083009F"/>
    <w:rsid w:val="0083037A"/>
    <w:rsid w:val="008317AC"/>
    <w:rsid w:val="00833827"/>
    <w:rsid w:val="008346D2"/>
    <w:rsid w:val="008402E6"/>
    <w:rsid w:val="00840D6A"/>
    <w:rsid w:val="00841A5B"/>
    <w:rsid w:val="008439FC"/>
    <w:rsid w:val="00843EB5"/>
    <w:rsid w:val="00845ADD"/>
    <w:rsid w:val="008476C8"/>
    <w:rsid w:val="008516F9"/>
    <w:rsid w:val="00854E61"/>
    <w:rsid w:val="00856FDF"/>
    <w:rsid w:val="008603F5"/>
    <w:rsid w:val="00860A3C"/>
    <w:rsid w:val="00862893"/>
    <w:rsid w:val="008662CD"/>
    <w:rsid w:val="0087167C"/>
    <w:rsid w:val="008726FB"/>
    <w:rsid w:val="00873485"/>
    <w:rsid w:val="00873B3D"/>
    <w:rsid w:val="00873DD0"/>
    <w:rsid w:val="008740CC"/>
    <w:rsid w:val="00880534"/>
    <w:rsid w:val="00881B1C"/>
    <w:rsid w:val="00884D14"/>
    <w:rsid w:val="00893057"/>
    <w:rsid w:val="00894BC5"/>
    <w:rsid w:val="00894F68"/>
    <w:rsid w:val="008A04B5"/>
    <w:rsid w:val="008B3191"/>
    <w:rsid w:val="008B4D24"/>
    <w:rsid w:val="008B59C5"/>
    <w:rsid w:val="008B5F02"/>
    <w:rsid w:val="008C0390"/>
    <w:rsid w:val="008C292A"/>
    <w:rsid w:val="008C2A19"/>
    <w:rsid w:val="008C336F"/>
    <w:rsid w:val="008C62FE"/>
    <w:rsid w:val="008C78A6"/>
    <w:rsid w:val="008D4645"/>
    <w:rsid w:val="008D46CA"/>
    <w:rsid w:val="008D660A"/>
    <w:rsid w:val="008E153C"/>
    <w:rsid w:val="008E2B14"/>
    <w:rsid w:val="008E4E7F"/>
    <w:rsid w:val="008E5F3C"/>
    <w:rsid w:val="008E6687"/>
    <w:rsid w:val="008F5494"/>
    <w:rsid w:val="008F5DA9"/>
    <w:rsid w:val="008F5FC8"/>
    <w:rsid w:val="008F60DE"/>
    <w:rsid w:val="0090137C"/>
    <w:rsid w:val="0090334B"/>
    <w:rsid w:val="00903CE4"/>
    <w:rsid w:val="00905B19"/>
    <w:rsid w:val="00910207"/>
    <w:rsid w:val="0091061C"/>
    <w:rsid w:val="009117DA"/>
    <w:rsid w:val="0091454A"/>
    <w:rsid w:val="00914C89"/>
    <w:rsid w:val="00917B22"/>
    <w:rsid w:val="009222A7"/>
    <w:rsid w:val="00923C93"/>
    <w:rsid w:val="00925D0A"/>
    <w:rsid w:val="009269CD"/>
    <w:rsid w:val="00927027"/>
    <w:rsid w:val="00927E3F"/>
    <w:rsid w:val="009321EC"/>
    <w:rsid w:val="009326B2"/>
    <w:rsid w:val="00934CDB"/>
    <w:rsid w:val="0093679A"/>
    <w:rsid w:val="00936819"/>
    <w:rsid w:val="00937A4A"/>
    <w:rsid w:val="00942908"/>
    <w:rsid w:val="009437C7"/>
    <w:rsid w:val="00944266"/>
    <w:rsid w:val="00945D6E"/>
    <w:rsid w:val="0095134C"/>
    <w:rsid w:val="00952BA5"/>
    <w:rsid w:val="00953DD4"/>
    <w:rsid w:val="00954A4F"/>
    <w:rsid w:val="00954B45"/>
    <w:rsid w:val="00954D64"/>
    <w:rsid w:val="00955886"/>
    <w:rsid w:val="00956DE4"/>
    <w:rsid w:val="009608DD"/>
    <w:rsid w:val="00962D89"/>
    <w:rsid w:val="00967B76"/>
    <w:rsid w:val="0097145E"/>
    <w:rsid w:val="00972440"/>
    <w:rsid w:val="00972927"/>
    <w:rsid w:val="00975423"/>
    <w:rsid w:val="00976926"/>
    <w:rsid w:val="00980A72"/>
    <w:rsid w:val="00981089"/>
    <w:rsid w:val="00981CB1"/>
    <w:rsid w:val="00981F0B"/>
    <w:rsid w:val="009832F9"/>
    <w:rsid w:val="0098460E"/>
    <w:rsid w:val="0098686D"/>
    <w:rsid w:val="00986D2C"/>
    <w:rsid w:val="00987CD0"/>
    <w:rsid w:val="00991F35"/>
    <w:rsid w:val="00995BA3"/>
    <w:rsid w:val="009960F7"/>
    <w:rsid w:val="0099788A"/>
    <w:rsid w:val="00997A56"/>
    <w:rsid w:val="009A1B83"/>
    <w:rsid w:val="009A5235"/>
    <w:rsid w:val="009A7015"/>
    <w:rsid w:val="009B15D6"/>
    <w:rsid w:val="009B4D39"/>
    <w:rsid w:val="009C263F"/>
    <w:rsid w:val="009C299F"/>
    <w:rsid w:val="009D04DB"/>
    <w:rsid w:val="009D118A"/>
    <w:rsid w:val="009D57A3"/>
    <w:rsid w:val="009D7533"/>
    <w:rsid w:val="009E20E2"/>
    <w:rsid w:val="009E3E8D"/>
    <w:rsid w:val="009E6F25"/>
    <w:rsid w:val="009F1ECD"/>
    <w:rsid w:val="009F53B8"/>
    <w:rsid w:val="00A02978"/>
    <w:rsid w:val="00A03A43"/>
    <w:rsid w:val="00A04966"/>
    <w:rsid w:val="00A04C0F"/>
    <w:rsid w:val="00A065A7"/>
    <w:rsid w:val="00A10F2B"/>
    <w:rsid w:val="00A11269"/>
    <w:rsid w:val="00A13270"/>
    <w:rsid w:val="00A1344F"/>
    <w:rsid w:val="00A13CC0"/>
    <w:rsid w:val="00A22F2C"/>
    <w:rsid w:val="00A23847"/>
    <w:rsid w:val="00A24A95"/>
    <w:rsid w:val="00A30E4D"/>
    <w:rsid w:val="00A340AE"/>
    <w:rsid w:val="00A34351"/>
    <w:rsid w:val="00A35E00"/>
    <w:rsid w:val="00A36354"/>
    <w:rsid w:val="00A40676"/>
    <w:rsid w:val="00A416DA"/>
    <w:rsid w:val="00A43C77"/>
    <w:rsid w:val="00A45036"/>
    <w:rsid w:val="00A458A5"/>
    <w:rsid w:val="00A46FF0"/>
    <w:rsid w:val="00A476D3"/>
    <w:rsid w:val="00A55A4B"/>
    <w:rsid w:val="00A55B5D"/>
    <w:rsid w:val="00A5654A"/>
    <w:rsid w:val="00A57095"/>
    <w:rsid w:val="00A5745E"/>
    <w:rsid w:val="00A6008A"/>
    <w:rsid w:val="00A60EC9"/>
    <w:rsid w:val="00A64714"/>
    <w:rsid w:val="00A7006D"/>
    <w:rsid w:val="00A71FA6"/>
    <w:rsid w:val="00A72563"/>
    <w:rsid w:val="00A7355A"/>
    <w:rsid w:val="00A73A4E"/>
    <w:rsid w:val="00A7493D"/>
    <w:rsid w:val="00A74B9A"/>
    <w:rsid w:val="00A75149"/>
    <w:rsid w:val="00A77145"/>
    <w:rsid w:val="00A84354"/>
    <w:rsid w:val="00A85567"/>
    <w:rsid w:val="00A86683"/>
    <w:rsid w:val="00A86745"/>
    <w:rsid w:val="00AA16A4"/>
    <w:rsid w:val="00AA1D75"/>
    <w:rsid w:val="00AA23B8"/>
    <w:rsid w:val="00AA3A05"/>
    <w:rsid w:val="00AA46F9"/>
    <w:rsid w:val="00AA5D99"/>
    <w:rsid w:val="00AB3751"/>
    <w:rsid w:val="00AB40C2"/>
    <w:rsid w:val="00AB436D"/>
    <w:rsid w:val="00AB686D"/>
    <w:rsid w:val="00AB70F0"/>
    <w:rsid w:val="00AB750D"/>
    <w:rsid w:val="00AC078B"/>
    <w:rsid w:val="00AC38BA"/>
    <w:rsid w:val="00AC40CD"/>
    <w:rsid w:val="00AC4279"/>
    <w:rsid w:val="00AD21BF"/>
    <w:rsid w:val="00AD3BD2"/>
    <w:rsid w:val="00AD6259"/>
    <w:rsid w:val="00AE37D9"/>
    <w:rsid w:val="00AE5C7D"/>
    <w:rsid w:val="00AE6DD8"/>
    <w:rsid w:val="00AE793A"/>
    <w:rsid w:val="00AE7B17"/>
    <w:rsid w:val="00AF08D8"/>
    <w:rsid w:val="00AF0FAC"/>
    <w:rsid w:val="00AF2132"/>
    <w:rsid w:val="00AF37E5"/>
    <w:rsid w:val="00AF4B97"/>
    <w:rsid w:val="00AF538D"/>
    <w:rsid w:val="00B013E4"/>
    <w:rsid w:val="00B019E8"/>
    <w:rsid w:val="00B0447F"/>
    <w:rsid w:val="00B065E8"/>
    <w:rsid w:val="00B077D6"/>
    <w:rsid w:val="00B11208"/>
    <w:rsid w:val="00B1370A"/>
    <w:rsid w:val="00B14342"/>
    <w:rsid w:val="00B156E1"/>
    <w:rsid w:val="00B1617C"/>
    <w:rsid w:val="00B2171A"/>
    <w:rsid w:val="00B231CE"/>
    <w:rsid w:val="00B24BC6"/>
    <w:rsid w:val="00B303F3"/>
    <w:rsid w:val="00B30AFD"/>
    <w:rsid w:val="00B31F85"/>
    <w:rsid w:val="00B33611"/>
    <w:rsid w:val="00B34BCB"/>
    <w:rsid w:val="00B43589"/>
    <w:rsid w:val="00B50AD9"/>
    <w:rsid w:val="00B50F00"/>
    <w:rsid w:val="00B5108A"/>
    <w:rsid w:val="00B52644"/>
    <w:rsid w:val="00B53AB6"/>
    <w:rsid w:val="00B5459D"/>
    <w:rsid w:val="00B55157"/>
    <w:rsid w:val="00B6065F"/>
    <w:rsid w:val="00B6067C"/>
    <w:rsid w:val="00B61139"/>
    <w:rsid w:val="00B62556"/>
    <w:rsid w:val="00B6258D"/>
    <w:rsid w:val="00B62B09"/>
    <w:rsid w:val="00B62F1E"/>
    <w:rsid w:val="00B63A1D"/>
    <w:rsid w:val="00B659DA"/>
    <w:rsid w:val="00B65D8B"/>
    <w:rsid w:val="00B673DC"/>
    <w:rsid w:val="00B7358A"/>
    <w:rsid w:val="00B73E2D"/>
    <w:rsid w:val="00B754DA"/>
    <w:rsid w:val="00B8016F"/>
    <w:rsid w:val="00B834DE"/>
    <w:rsid w:val="00B851F8"/>
    <w:rsid w:val="00B85E86"/>
    <w:rsid w:val="00B93DC4"/>
    <w:rsid w:val="00B94B12"/>
    <w:rsid w:val="00B97ED3"/>
    <w:rsid w:val="00BA03E6"/>
    <w:rsid w:val="00BA2801"/>
    <w:rsid w:val="00BA520A"/>
    <w:rsid w:val="00BA6900"/>
    <w:rsid w:val="00BB57AB"/>
    <w:rsid w:val="00BB68A7"/>
    <w:rsid w:val="00BC08C9"/>
    <w:rsid w:val="00BC2D97"/>
    <w:rsid w:val="00BC4BDF"/>
    <w:rsid w:val="00BC6569"/>
    <w:rsid w:val="00BD2088"/>
    <w:rsid w:val="00BD211C"/>
    <w:rsid w:val="00BD3DBF"/>
    <w:rsid w:val="00BD45AA"/>
    <w:rsid w:val="00BD5096"/>
    <w:rsid w:val="00BD5AB8"/>
    <w:rsid w:val="00BD6607"/>
    <w:rsid w:val="00BD7C36"/>
    <w:rsid w:val="00BE0B72"/>
    <w:rsid w:val="00BE34F0"/>
    <w:rsid w:val="00BE4F24"/>
    <w:rsid w:val="00BE70B8"/>
    <w:rsid w:val="00BE73CB"/>
    <w:rsid w:val="00BE7B9E"/>
    <w:rsid w:val="00BF2C5E"/>
    <w:rsid w:val="00BF3B55"/>
    <w:rsid w:val="00BF41B3"/>
    <w:rsid w:val="00BF5C65"/>
    <w:rsid w:val="00BF7B58"/>
    <w:rsid w:val="00C033A9"/>
    <w:rsid w:val="00C05CF6"/>
    <w:rsid w:val="00C10D9E"/>
    <w:rsid w:val="00C1176D"/>
    <w:rsid w:val="00C122A1"/>
    <w:rsid w:val="00C20278"/>
    <w:rsid w:val="00C22245"/>
    <w:rsid w:val="00C22287"/>
    <w:rsid w:val="00C22B96"/>
    <w:rsid w:val="00C234A7"/>
    <w:rsid w:val="00C25F47"/>
    <w:rsid w:val="00C34815"/>
    <w:rsid w:val="00C353A5"/>
    <w:rsid w:val="00C36135"/>
    <w:rsid w:val="00C368E4"/>
    <w:rsid w:val="00C4230E"/>
    <w:rsid w:val="00C425C5"/>
    <w:rsid w:val="00C42CB8"/>
    <w:rsid w:val="00C43962"/>
    <w:rsid w:val="00C51442"/>
    <w:rsid w:val="00C53577"/>
    <w:rsid w:val="00C54E72"/>
    <w:rsid w:val="00C6212D"/>
    <w:rsid w:val="00C67839"/>
    <w:rsid w:val="00C72035"/>
    <w:rsid w:val="00C72C99"/>
    <w:rsid w:val="00C7344F"/>
    <w:rsid w:val="00C750CE"/>
    <w:rsid w:val="00C754E3"/>
    <w:rsid w:val="00C81D18"/>
    <w:rsid w:val="00C83524"/>
    <w:rsid w:val="00C84316"/>
    <w:rsid w:val="00C90393"/>
    <w:rsid w:val="00C9079F"/>
    <w:rsid w:val="00C916BC"/>
    <w:rsid w:val="00C921ED"/>
    <w:rsid w:val="00C95829"/>
    <w:rsid w:val="00C9597D"/>
    <w:rsid w:val="00C96466"/>
    <w:rsid w:val="00C97F5F"/>
    <w:rsid w:val="00CA07AB"/>
    <w:rsid w:val="00CA4287"/>
    <w:rsid w:val="00CB226C"/>
    <w:rsid w:val="00CB22C2"/>
    <w:rsid w:val="00CB3A55"/>
    <w:rsid w:val="00CC0309"/>
    <w:rsid w:val="00CC2D58"/>
    <w:rsid w:val="00CC332C"/>
    <w:rsid w:val="00CC53E2"/>
    <w:rsid w:val="00CC56B9"/>
    <w:rsid w:val="00CC58BE"/>
    <w:rsid w:val="00CC5C79"/>
    <w:rsid w:val="00CC6E32"/>
    <w:rsid w:val="00CD02DB"/>
    <w:rsid w:val="00CD0373"/>
    <w:rsid w:val="00CD12B6"/>
    <w:rsid w:val="00CD3718"/>
    <w:rsid w:val="00CD548C"/>
    <w:rsid w:val="00CD5986"/>
    <w:rsid w:val="00CE2F74"/>
    <w:rsid w:val="00CE47BD"/>
    <w:rsid w:val="00CE627A"/>
    <w:rsid w:val="00CF1C54"/>
    <w:rsid w:val="00CF6D81"/>
    <w:rsid w:val="00CF7579"/>
    <w:rsid w:val="00CF779A"/>
    <w:rsid w:val="00D00E77"/>
    <w:rsid w:val="00D01D3F"/>
    <w:rsid w:val="00D02934"/>
    <w:rsid w:val="00D03956"/>
    <w:rsid w:val="00D03B46"/>
    <w:rsid w:val="00D07E97"/>
    <w:rsid w:val="00D13675"/>
    <w:rsid w:val="00D144F7"/>
    <w:rsid w:val="00D228FC"/>
    <w:rsid w:val="00D22A23"/>
    <w:rsid w:val="00D23351"/>
    <w:rsid w:val="00D25549"/>
    <w:rsid w:val="00D256D3"/>
    <w:rsid w:val="00D27CCD"/>
    <w:rsid w:val="00D36A24"/>
    <w:rsid w:val="00D4266B"/>
    <w:rsid w:val="00D46D7C"/>
    <w:rsid w:val="00D471F2"/>
    <w:rsid w:val="00D4758B"/>
    <w:rsid w:val="00D51CF6"/>
    <w:rsid w:val="00D52D3D"/>
    <w:rsid w:val="00D53D41"/>
    <w:rsid w:val="00D54403"/>
    <w:rsid w:val="00D5729C"/>
    <w:rsid w:val="00D619FB"/>
    <w:rsid w:val="00D648B7"/>
    <w:rsid w:val="00D66411"/>
    <w:rsid w:val="00D70C59"/>
    <w:rsid w:val="00D7114A"/>
    <w:rsid w:val="00D7333E"/>
    <w:rsid w:val="00D75B48"/>
    <w:rsid w:val="00D80985"/>
    <w:rsid w:val="00D82C1A"/>
    <w:rsid w:val="00D85A66"/>
    <w:rsid w:val="00D87EC7"/>
    <w:rsid w:val="00D90CE0"/>
    <w:rsid w:val="00D9108F"/>
    <w:rsid w:val="00D923BC"/>
    <w:rsid w:val="00D93B4B"/>
    <w:rsid w:val="00D94741"/>
    <w:rsid w:val="00DA077C"/>
    <w:rsid w:val="00DA18E2"/>
    <w:rsid w:val="00DA33D5"/>
    <w:rsid w:val="00DA42C1"/>
    <w:rsid w:val="00DA5966"/>
    <w:rsid w:val="00DA66AD"/>
    <w:rsid w:val="00DA679A"/>
    <w:rsid w:val="00DB0BA6"/>
    <w:rsid w:val="00DB201B"/>
    <w:rsid w:val="00DB6263"/>
    <w:rsid w:val="00DB6A79"/>
    <w:rsid w:val="00DC05FD"/>
    <w:rsid w:val="00DC30C4"/>
    <w:rsid w:val="00DC63C2"/>
    <w:rsid w:val="00DC71DB"/>
    <w:rsid w:val="00DC78CF"/>
    <w:rsid w:val="00DD000D"/>
    <w:rsid w:val="00DD00C2"/>
    <w:rsid w:val="00DD25F8"/>
    <w:rsid w:val="00DD2B67"/>
    <w:rsid w:val="00DD493F"/>
    <w:rsid w:val="00DD6124"/>
    <w:rsid w:val="00DE61AD"/>
    <w:rsid w:val="00DE7D57"/>
    <w:rsid w:val="00DF0687"/>
    <w:rsid w:val="00DF0909"/>
    <w:rsid w:val="00DF0E3C"/>
    <w:rsid w:val="00DF2232"/>
    <w:rsid w:val="00DF7518"/>
    <w:rsid w:val="00DF7FDB"/>
    <w:rsid w:val="00E031C9"/>
    <w:rsid w:val="00E03BA8"/>
    <w:rsid w:val="00E04A67"/>
    <w:rsid w:val="00E05675"/>
    <w:rsid w:val="00E0777C"/>
    <w:rsid w:val="00E07CBA"/>
    <w:rsid w:val="00E116DB"/>
    <w:rsid w:val="00E12B71"/>
    <w:rsid w:val="00E15E88"/>
    <w:rsid w:val="00E179B4"/>
    <w:rsid w:val="00E238A1"/>
    <w:rsid w:val="00E26505"/>
    <w:rsid w:val="00E3179E"/>
    <w:rsid w:val="00E32D45"/>
    <w:rsid w:val="00E34F70"/>
    <w:rsid w:val="00E3512D"/>
    <w:rsid w:val="00E359E3"/>
    <w:rsid w:val="00E35DEA"/>
    <w:rsid w:val="00E406C2"/>
    <w:rsid w:val="00E51DB0"/>
    <w:rsid w:val="00E56140"/>
    <w:rsid w:val="00E60976"/>
    <w:rsid w:val="00E620EF"/>
    <w:rsid w:val="00E62AC4"/>
    <w:rsid w:val="00E648CE"/>
    <w:rsid w:val="00E64972"/>
    <w:rsid w:val="00E6578B"/>
    <w:rsid w:val="00E84364"/>
    <w:rsid w:val="00E90F27"/>
    <w:rsid w:val="00E9451A"/>
    <w:rsid w:val="00E97029"/>
    <w:rsid w:val="00EA0956"/>
    <w:rsid w:val="00EA36DA"/>
    <w:rsid w:val="00EA398E"/>
    <w:rsid w:val="00EA44D1"/>
    <w:rsid w:val="00EA6156"/>
    <w:rsid w:val="00EB1260"/>
    <w:rsid w:val="00EB2507"/>
    <w:rsid w:val="00EB6306"/>
    <w:rsid w:val="00EB787E"/>
    <w:rsid w:val="00EB7A5D"/>
    <w:rsid w:val="00EC036A"/>
    <w:rsid w:val="00ED2ABB"/>
    <w:rsid w:val="00ED49CF"/>
    <w:rsid w:val="00ED5886"/>
    <w:rsid w:val="00ED61EB"/>
    <w:rsid w:val="00ED6CDE"/>
    <w:rsid w:val="00ED7504"/>
    <w:rsid w:val="00EE1AED"/>
    <w:rsid w:val="00EE2392"/>
    <w:rsid w:val="00EE3D26"/>
    <w:rsid w:val="00EE48A5"/>
    <w:rsid w:val="00EE79AD"/>
    <w:rsid w:val="00EF1AD8"/>
    <w:rsid w:val="00EF4EB6"/>
    <w:rsid w:val="00F005F1"/>
    <w:rsid w:val="00F0082C"/>
    <w:rsid w:val="00F01AE6"/>
    <w:rsid w:val="00F04559"/>
    <w:rsid w:val="00F07144"/>
    <w:rsid w:val="00F074B5"/>
    <w:rsid w:val="00F07547"/>
    <w:rsid w:val="00F11147"/>
    <w:rsid w:val="00F126E4"/>
    <w:rsid w:val="00F1451C"/>
    <w:rsid w:val="00F17466"/>
    <w:rsid w:val="00F202BD"/>
    <w:rsid w:val="00F231F3"/>
    <w:rsid w:val="00F23551"/>
    <w:rsid w:val="00F24568"/>
    <w:rsid w:val="00F24CE7"/>
    <w:rsid w:val="00F25116"/>
    <w:rsid w:val="00F27994"/>
    <w:rsid w:val="00F32869"/>
    <w:rsid w:val="00F32E40"/>
    <w:rsid w:val="00F33A86"/>
    <w:rsid w:val="00F34CDE"/>
    <w:rsid w:val="00F359C1"/>
    <w:rsid w:val="00F35C4A"/>
    <w:rsid w:val="00F35D7D"/>
    <w:rsid w:val="00F3716F"/>
    <w:rsid w:val="00F37289"/>
    <w:rsid w:val="00F4632F"/>
    <w:rsid w:val="00F465A8"/>
    <w:rsid w:val="00F515F0"/>
    <w:rsid w:val="00F51880"/>
    <w:rsid w:val="00F52A58"/>
    <w:rsid w:val="00F53C54"/>
    <w:rsid w:val="00F5438C"/>
    <w:rsid w:val="00F54B03"/>
    <w:rsid w:val="00F55568"/>
    <w:rsid w:val="00F56F0F"/>
    <w:rsid w:val="00F5731C"/>
    <w:rsid w:val="00F575FC"/>
    <w:rsid w:val="00F62454"/>
    <w:rsid w:val="00F651A0"/>
    <w:rsid w:val="00F651DF"/>
    <w:rsid w:val="00F677F6"/>
    <w:rsid w:val="00F70404"/>
    <w:rsid w:val="00F70D2A"/>
    <w:rsid w:val="00F71D38"/>
    <w:rsid w:val="00F75922"/>
    <w:rsid w:val="00F75C29"/>
    <w:rsid w:val="00F77105"/>
    <w:rsid w:val="00F843DC"/>
    <w:rsid w:val="00F9038B"/>
    <w:rsid w:val="00F90623"/>
    <w:rsid w:val="00F9297F"/>
    <w:rsid w:val="00F9309A"/>
    <w:rsid w:val="00F93F88"/>
    <w:rsid w:val="00F94099"/>
    <w:rsid w:val="00F949DF"/>
    <w:rsid w:val="00F958D7"/>
    <w:rsid w:val="00F95EF5"/>
    <w:rsid w:val="00F9665F"/>
    <w:rsid w:val="00F9694B"/>
    <w:rsid w:val="00FA030E"/>
    <w:rsid w:val="00FA1F39"/>
    <w:rsid w:val="00FA35BC"/>
    <w:rsid w:val="00FA3D52"/>
    <w:rsid w:val="00FA3E3C"/>
    <w:rsid w:val="00FA4C47"/>
    <w:rsid w:val="00FA5DAF"/>
    <w:rsid w:val="00FB5663"/>
    <w:rsid w:val="00FB5675"/>
    <w:rsid w:val="00FB58CA"/>
    <w:rsid w:val="00FC1CA2"/>
    <w:rsid w:val="00FC5716"/>
    <w:rsid w:val="00FC74FD"/>
    <w:rsid w:val="00FD5E83"/>
    <w:rsid w:val="00FE12D7"/>
    <w:rsid w:val="00FE1527"/>
    <w:rsid w:val="00FE1AD0"/>
    <w:rsid w:val="00FF4D5D"/>
    <w:rsid w:val="00FF67ED"/>
    <w:rsid w:val="00FF7FE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8DA027"/>
  <w15:docId w15:val="{824951B6-BC3D-134E-ADD3-AD91B3F9B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6">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0A49FF"/>
    <w:pPr>
      <w:overflowPunct w:val="0"/>
      <w:autoSpaceDE w:val="0"/>
      <w:autoSpaceDN w:val="0"/>
      <w:adjustRightInd w:val="0"/>
      <w:spacing w:line="240" w:lineRule="atLeast"/>
      <w:ind w:firstLine="238"/>
      <w:jc w:val="both"/>
      <w:textAlignment w:val="baseline"/>
    </w:pPr>
    <w:rPr>
      <w:rFonts w:ascii="Times" w:hAnsi="Times"/>
      <w:lang w:val="en-US" w:eastAsia="de-DE"/>
    </w:rPr>
  </w:style>
  <w:style w:type="paragraph" w:styleId="Heading1">
    <w:name w:val="heading 1"/>
    <w:basedOn w:val="Normal"/>
    <w:next w:val="Normal"/>
    <w:link w:val="Heading1Char"/>
    <w:qFormat/>
    <w:pPr>
      <w:keepNext/>
      <w:numPr>
        <w:ilvl w:val="1"/>
        <w:numId w:val="6"/>
      </w:numPr>
      <w:spacing w:after="240"/>
      <w:outlineLvl w:val="0"/>
    </w:pPr>
    <w:rPr>
      <w:rFonts w:ascii="Arial" w:hAnsi="Arial"/>
      <w:b/>
      <w:bCs/>
      <w:sz w:val="28"/>
      <w:szCs w:val="24"/>
    </w:rPr>
  </w:style>
  <w:style w:type="paragraph" w:styleId="Heading2">
    <w:name w:val="heading 2"/>
    <w:basedOn w:val="Normal"/>
    <w:next w:val="Normal"/>
    <w:link w:val="Heading2Char"/>
    <w:qFormat/>
    <w:pPr>
      <w:keepNext/>
      <w:numPr>
        <w:ilvl w:val="1"/>
        <w:numId w:val="7"/>
      </w:numPr>
      <w:spacing w:before="240" w:after="120"/>
      <w:outlineLvl w:val="1"/>
    </w:pPr>
    <w:rPr>
      <w:rFonts w:ascii="Arial" w:hAnsi="Arial"/>
      <w:b/>
    </w:rPr>
  </w:style>
  <w:style w:type="paragraph" w:styleId="Heading3">
    <w:name w:val="heading 3"/>
    <w:basedOn w:val="Normal"/>
    <w:next w:val="Normal"/>
    <w:link w:val="Heading3Char"/>
    <w:uiPriority w:val="9"/>
    <w:qFormat/>
    <w:pPr>
      <w:keepNext/>
      <w:numPr>
        <w:ilvl w:val="2"/>
        <w:numId w:val="7"/>
      </w:numPr>
      <w:spacing w:before="180" w:after="120"/>
      <w:outlineLvl w:val="2"/>
    </w:pPr>
    <w:rPr>
      <w:rFonts w:ascii="Arial" w:hAnsi="Arial" w:cs="Arial"/>
      <w:b/>
      <w:bCs/>
      <w:szCs w:val="26"/>
    </w:rPr>
  </w:style>
  <w:style w:type="paragraph" w:styleId="Heading4">
    <w:name w:val="heading 4"/>
    <w:next w:val="Normal"/>
    <w:link w:val="Heading4Char"/>
    <w:qFormat/>
    <w:rsid w:val="00B73E2D"/>
    <w:pPr>
      <w:keepNext/>
      <w:keepLines/>
      <w:numPr>
        <w:ilvl w:val="3"/>
        <w:numId w:val="7"/>
      </w:numPr>
      <w:snapToGrid w:val="0"/>
      <w:spacing w:before="320" w:after="160" w:line="254" w:lineRule="auto"/>
      <w:jc w:val="both"/>
      <w:outlineLvl w:val="3"/>
    </w:pPr>
    <w:rPr>
      <w:rFonts w:ascii="Times" w:eastAsia="SimHei" w:hAnsi="Times"/>
      <w:b/>
      <w:bCs/>
      <w:szCs w:val="28"/>
      <w:lang w:val="en-US"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Pr>
      <w:sz w:val="20"/>
    </w:rPr>
  </w:style>
  <w:style w:type="paragraph" w:customStyle="1" w:styleId="Runninghead-left">
    <w:name w:val="Running head - left"/>
    <w:basedOn w:val="Normal"/>
    <w:rsid w:val="00D52D3D"/>
    <w:pPr>
      <w:tabs>
        <w:tab w:val="left" w:pos="680"/>
        <w:tab w:val="right" w:pos="6237"/>
        <w:tab w:val="right" w:pos="6917"/>
      </w:tabs>
      <w:spacing w:after="120" w:line="200" w:lineRule="exact"/>
      <w:ind w:firstLine="0"/>
      <w:jc w:val="left"/>
    </w:pPr>
    <w:rPr>
      <w:sz w:val="17"/>
    </w:rPr>
  </w:style>
  <w:style w:type="paragraph" w:customStyle="1" w:styleId="Runninghead-right">
    <w:name w:val="Running head - right"/>
    <w:basedOn w:val="Runninghead-left"/>
    <w:pPr>
      <w:jc w:val="right"/>
    </w:pPr>
  </w:style>
  <w:style w:type="paragraph" w:customStyle="1" w:styleId="author">
    <w:name w:val="author"/>
    <w:basedOn w:val="Normal"/>
    <w:next w:val="Normal"/>
    <w:rsid w:val="00A60EC9"/>
    <w:pPr>
      <w:suppressAutoHyphens/>
      <w:spacing w:before="240" w:after="240"/>
      <w:ind w:firstLine="0"/>
      <w:jc w:val="left"/>
    </w:pPr>
    <w:rPr>
      <w:b/>
    </w:rPr>
  </w:style>
  <w:style w:type="paragraph" w:customStyle="1" w:styleId="table">
    <w:name w:val="table"/>
    <w:basedOn w:val="Normal"/>
    <w:rsid w:val="00D52D3D"/>
    <w:pPr>
      <w:spacing w:before="60" w:line="200" w:lineRule="atLeast"/>
      <w:ind w:firstLine="0"/>
      <w:jc w:val="left"/>
    </w:pPr>
    <w:rPr>
      <w:sz w:val="17"/>
      <w:szCs w:val="18"/>
    </w:rPr>
  </w:style>
  <w:style w:type="paragraph" w:customStyle="1" w:styleId="equation">
    <w:name w:val="equation"/>
    <w:basedOn w:val="Normal"/>
    <w:next w:val="Normal"/>
    <w:rsid w:val="00D54403"/>
    <w:pPr>
      <w:tabs>
        <w:tab w:val="center" w:pos="3204"/>
        <w:tab w:val="right" w:pos="6634"/>
      </w:tabs>
      <w:spacing w:before="480" w:after="480"/>
      <w:ind w:firstLine="0"/>
      <w:jc w:val="left"/>
    </w:pPr>
  </w:style>
  <w:style w:type="paragraph" w:customStyle="1" w:styleId="fignotes">
    <w:name w:val="fignotes"/>
    <w:basedOn w:val="Normal"/>
    <w:next w:val="Normal"/>
    <w:rsid w:val="00D52D3D"/>
    <w:pPr>
      <w:keepLines/>
      <w:spacing w:before="120" w:after="240" w:line="200" w:lineRule="atLeast"/>
      <w:ind w:firstLine="0"/>
    </w:pPr>
    <w:rPr>
      <w:sz w:val="17"/>
    </w:rPr>
  </w:style>
  <w:style w:type="paragraph" w:customStyle="1" w:styleId="heading10">
    <w:name w:val="heading1"/>
    <w:basedOn w:val="Normal"/>
    <w:next w:val="noindentpara"/>
    <w:rsid w:val="008346D2"/>
    <w:pPr>
      <w:keepNext/>
      <w:keepLines/>
      <w:numPr>
        <w:ilvl w:val="1"/>
        <w:numId w:val="9"/>
      </w:numPr>
      <w:suppressAutoHyphens/>
      <w:spacing w:before="720" w:after="480" w:line="280" w:lineRule="atLeast"/>
      <w:jc w:val="left"/>
      <w:outlineLvl w:val="1"/>
    </w:pPr>
    <w:rPr>
      <w:b/>
      <w:sz w:val="24"/>
    </w:rPr>
  </w:style>
  <w:style w:type="paragraph" w:customStyle="1" w:styleId="heading20">
    <w:name w:val="heading2"/>
    <w:basedOn w:val="heading10"/>
    <w:next w:val="noindentpara"/>
    <w:rsid w:val="008346D2"/>
    <w:pPr>
      <w:numPr>
        <w:ilvl w:val="2"/>
      </w:numPr>
      <w:tabs>
        <w:tab w:val="left" w:pos="510"/>
      </w:tabs>
      <w:outlineLvl w:val="2"/>
    </w:pPr>
    <w:rPr>
      <w:i/>
    </w:rPr>
  </w:style>
  <w:style w:type="paragraph" w:customStyle="1" w:styleId="heading30">
    <w:name w:val="heading3"/>
    <w:basedOn w:val="Normal"/>
    <w:next w:val="noindentpara"/>
    <w:rsid w:val="008346D2"/>
    <w:pPr>
      <w:numPr>
        <w:ilvl w:val="3"/>
        <w:numId w:val="9"/>
      </w:numPr>
      <w:tabs>
        <w:tab w:val="left" w:pos="284"/>
      </w:tabs>
      <w:suppressAutoHyphens/>
      <w:spacing w:before="480" w:after="240"/>
      <w:jc w:val="left"/>
      <w:outlineLvl w:val="3"/>
    </w:pPr>
    <w:rPr>
      <w:b/>
    </w:rPr>
  </w:style>
  <w:style w:type="paragraph" w:customStyle="1" w:styleId="subitem">
    <w:name w:val="subitem"/>
    <w:rsid w:val="006A574A"/>
    <w:pPr>
      <w:numPr>
        <w:numId w:val="1"/>
      </w:numPr>
      <w:spacing w:after="120" w:line="240" w:lineRule="atLeast"/>
      <w:contextualSpacing/>
      <w:jc w:val="both"/>
    </w:pPr>
    <w:rPr>
      <w:rFonts w:ascii="Times" w:hAnsi="Times"/>
      <w:lang w:val="en-US" w:eastAsia="de-DE"/>
    </w:rPr>
  </w:style>
  <w:style w:type="paragraph" w:customStyle="1" w:styleId="NumberedItem">
    <w:name w:val="Numbered Item"/>
    <w:basedOn w:val="bulletitem"/>
    <w:rsid w:val="006A574A"/>
  </w:style>
  <w:style w:type="paragraph" w:customStyle="1" w:styleId="bulletitem">
    <w:name w:val="bulletitem"/>
    <w:basedOn w:val="Normal"/>
    <w:rsid w:val="00EA44D1"/>
    <w:pPr>
      <w:numPr>
        <w:numId w:val="2"/>
      </w:numPr>
      <w:spacing w:before="120" w:after="120"/>
      <w:contextualSpacing/>
    </w:pPr>
  </w:style>
  <w:style w:type="paragraph" w:customStyle="1" w:styleId="reference">
    <w:name w:val="reference"/>
    <w:basedOn w:val="Normal"/>
    <w:rsid w:val="00903CE4"/>
    <w:pPr>
      <w:numPr>
        <w:numId w:val="15"/>
      </w:numPr>
      <w:tabs>
        <w:tab w:val="left" w:pos="340"/>
      </w:tabs>
      <w:spacing w:line="200" w:lineRule="atLeast"/>
    </w:pPr>
    <w:rPr>
      <w:sz w:val="17"/>
    </w:rPr>
  </w:style>
  <w:style w:type="paragraph" w:customStyle="1" w:styleId="important">
    <w:name w:val="important"/>
    <w:basedOn w:val="Normal"/>
    <w:rsid w:val="006E4B8C"/>
    <w:pPr>
      <w:shd w:val="clear" w:color="auto" w:fill="D9D9D9"/>
      <w:spacing w:before="240" w:after="240"/>
      <w:ind w:left="238" w:right="238" w:firstLine="284"/>
      <w:contextualSpacing/>
    </w:pPr>
  </w:style>
  <w:style w:type="paragraph" w:customStyle="1" w:styleId="tablelegend">
    <w:name w:val="tablelegend"/>
    <w:basedOn w:val="Normal"/>
    <w:next w:val="Normal"/>
    <w:rsid w:val="004A0CD5"/>
    <w:pPr>
      <w:keepNext/>
      <w:keepLines/>
      <w:spacing w:before="240" w:after="120" w:line="200" w:lineRule="atLeast"/>
      <w:ind w:firstLine="0"/>
    </w:pPr>
    <w:rPr>
      <w:sz w:val="17"/>
    </w:rPr>
  </w:style>
  <w:style w:type="paragraph" w:customStyle="1" w:styleId="tablenotes">
    <w:name w:val="tablenotes"/>
    <w:basedOn w:val="Normal"/>
    <w:next w:val="Normal"/>
    <w:rsid w:val="00D52D3D"/>
    <w:pPr>
      <w:widowControl w:val="0"/>
      <w:spacing w:before="20" w:line="200" w:lineRule="atLeast"/>
      <w:ind w:firstLine="0"/>
      <w:jc w:val="left"/>
    </w:pPr>
    <w:rPr>
      <w:sz w:val="17"/>
    </w:rPr>
  </w:style>
  <w:style w:type="paragraph" w:styleId="Index1">
    <w:name w:val="index 1"/>
    <w:basedOn w:val="Normal"/>
    <w:uiPriority w:val="99"/>
    <w:semiHidden/>
    <w:rsid w:val="00A03A43"/>
    <w:pPr>
      <w:ind w:left="200" w:hanging="200"/>
      <w:jc w:val="left"/>
    </w:pPr>
    <w:rPr>
      <w:rFonts w:asciiTheme="minorHAnsi" w:hAnsiTheme="minorHAnsi" w:cstheme="minorHAnsi"/>
      <w:sz w:val="18"/>
      <w:szCs w:val="18"/>
    </w:rPr>
  </w:style>
  <w:style w:type="paragraph" w:styleId="Index2">
    <w:name w:val="index 2"/>
    <w:basedOn w:val="Index1"/>
    <w:uiPriority w:val="99"/>
    <w:semiHidden/>
    <w:rsid w:val="009960F7"/>
    <w:pPr>
      <w:ind w:left="400"/>
    </w:pPr>
  </w:style>
  <w:style w:type="paragraph" w:styleId="Index3">
    <w:name w:val="index 3"/>
    <w:basedOn w:val="Normal"/>
    <w:next w:val="Normal"/>
    <w:semiHidden/>
    <w:pPr>
      <w:ind w:left="600" w:hanging="200"/>
      <w:jc w:val="left"/>
    </w:pPr>
    <w:rPr>
      <w:rFonts w:asciiTheme="minorHAnsi" w:hAnsiTheme="minorHAnsi" w:cstheme="minorHAnsi"/>
      <w:sz w:val="18"/>
      <w:szCs w:val="18"/>
    </w:rPr>
  </w:style>
  <w:style w:type="paragraph" w:styleId="FootnoteText">
    <w:name w:val="footnote text"/>
    <w:basedOn w:val="Normal"/>
    <w:link w:val="FootnoteTextChar"/>
  </w:style>
  <w:style w:type="paragraph" w:styleId="TOC4">
    <w:name w:val="toc 4"/>
    <w:basedOn w:val="Normal"/>
    <w:next w:val="Normal"/>
    <w:semiHidden/>
    <w:rsid w:val="00F9665F"/>
    <w:pPr>
      <w:ind w:left="737"/>
    </w:pPr>
  </w:style>
  <w:style w:type="character" w:styleId="Hyperlink">
    <w:name w:val="Hyperlink"/>
    <w:uiPriority w:val="99"/>
    <w:rPr>
      <w:color w:val="0000FF"/>
      <w:u w:val="single"/>
    </w:rPr>
  </w:style>
  <w:style w:type="paragraph" w:customStyle="1" w:styleId="heading40">
    <w:name w:val="heading4"/>
    <w:basedOn w:val="Normal"/>
    <w:next w:val="noindentpara"/>
    <w:rsid w:val="008346D2"/>
    <w:pPr>
      <w:keepNext/>
      <w:numPr>
        <w:ilvl w:val="4"/>
        <w:numId w:val="9"/>
      </w:numPr>
      <w:outlineLvl w:val="4"/>
    </w:pPr>
  </w:style>
  <w:style w:type="paragraph" w:customStyle="1" w:styleId="heading5">
    <w:name w:val="heading5"/>
    <w:basedOn w:val="Normal"/>
    <w:next w:val="noindentpara"/>
    <w:rsid w:val="008346D2"/>
    <w:pPr>
      <w:numPr>
        <w:ilvl w:val="5"/>
        <w:numId w:val="9"/>
      </w:numPr>
      <w:spacing w:before="360" w:after="120"/>
      <w:outlineLvl w:val="5"/>
    </w:pPr>
    <w:rPr>
      <w:i/>
    </w:rPr>
  </w:style>
  <w:style w:type="paragraph" w:customStyle="1" w:styleId="MainSubtitle">
    <w:name w:val="Main_Subtitle"/>
    <w:basedOn w:val="Normal"/>
    <w:next w:val="Normal"/>
    <w:rsid w:val="00583E41"/>
    <w:pPr>
      <w:tabs>
        <w:tab w:val="left" w:pos="567"/>
      </w:tabs>
      <w:spacing w:before="320" w:line="320" w:lineRule="atLeast"/>
    </w:pPr>
    <w:rPr>
      <w:rFonts w:cs="Arial"/>
      <w:sz w:val="28"/>
    </w:rPr>
  </w:style>
  <w:style w:type="paragraph" w:customStyle="1" w:styleId="RuninHead1">
    <w:name w:val="RuninHead1"/>
    <w:basedOn w:val="Normal"/>
    <w:next w:val="noindentpara"/>
    <w:link w:val="RuninHead1Char"/>
    <w:rsid w:val="002539B7"/>
    <w:pPr>
      <w:spacing w:line="240" w:lineRule="auto"/>
      <w:ind w:firstLine="0"/>
      <w:jc w:val="left"/>
    </w:pPr>
    <w:rPr>
      <w:b/>
    </w:rPr>
  </w:style>
  <w:style w:type="paragraph" w:customStyle="1" w:styleId="RuninHead2">
    <w:name w:val="RuninHead2"/>
    <w:basedOn w:val="Normal"/>
    <w:next w:val="Normal"/>
    <w:link w:val="RuninHead2Char"/>
    <w:rsid w:val="002539B7"/>
    <w:pPr>
      <w:spacing w:line="240" w:lineRule="auto"/>
      <w:ind w:firstLine="0"/>
      <w:jc w:val="left"/>
    </w:pPr>
    <w:rPr>
      <w:b/>
      <w:i/>
    </w:rPr>
  </w:style>
  <w:style w:type="paragraph" w:customStyle="1" w:styleId="affiliation">
    <w:name w:val="affiliation"/>
    <w:basedOn w:val="Normal"/>
    <w:next w:val="Normal"/>
    <w:rsid w:val="0081006B"/>
    <w:pPr>
      <w:suppressAutoHyphens/>
      <w:spacing w:before="240" w:line="200" w:lineRule="atLeast"/>
      <w:ind w:left="238" w:firstLine="0"/>
      <w:contextualSpacing/>
      <w:jc w:val="left"/>
    </w:pPr>
    <w:rPr>
      <w:sz w:val="17"/>
    </w:rPr>
  </w:style>
  <w:style w:type="paragraph" w:customStyle="1" w:styleId="abstract">
    <w:name w:val="abstract"/>
    <w:basedOn w:val="Normal"/>
    <w:next w:val="Normal"/>
    <w:rsid w:val="00A03A43"/>
    <w:pPr>
      <w:spacing w:before="480" w:after="480"/>
      <w:ind w:firstLine="0"/>
    </w:pPr>
  </w:style>
  <w:style w:type="paragraph" w:customStyle="1" w:styleId="quotation">
    <w:name w:val="quotation"/>
    <w:basedOn w:val="affiliation"/>
    <w:next w:val="Normal"/>
    <w:rsid w:val="0081006B"/>
    <w:pPr>
      <w:spacing w:after="240"/>
      <w:ind w:right="238"/>
      <w:jc w:val="both"/>
    </w:pPr>
  </w:style>
  <w:style w:type="paragraph" w:customStyle="1" w:styleId="acknowledgements">
    <w:name w:val="acknowledgements"/>
    <w:basedOn w:val="unheading1"/>
    <w:next w:val="Normal"/>
    <w:rsid w:val="00161555"/>
    <w:rPr>
      <w:b w:val="0"/>
      <w:sz w:val="20"/>
    </w:rPr>
  </w:style>
  <w:style w:type="paragraph" w:customStyle="1" w:styleId="references">
    <w:name w:val="references"/>
    <w:basedOn w:val="unheading1"/>
    <w:rsid w:val="005308AA"/>
  </w:style>
  <w:style w:type="paragraph" w:customStyle="1" w:styleId="figurecitation">
    <w:name w:val="figurecitation"/>
    <w:basedOn w:val="Normal"/>
    <w:rsid w:val="00B61139"/>
    <w:pPr>
      <w:pBdr>
        <w:top w:val="single" w:sz="8" w:space="1" w:color="auto"/>
        <w:left w:val="single" w:sz="8" w:space="4" w:color="auto"/>
        <w:bottom w:val="single" w:sz="8" w:space="1" w:color="auto"/>
        <w:right w:val="single" w:sz="8" w:space="4" w:color="auto"/>
      </w:pBdr>
    </w:pPr>
    <w:rPr>
      <w:rFonts w:ascii="Arial" w:hAnsi="Arial"/>
      <w:b/>
      <w:sz w:val="36"/>
    </w:rPr>
  </w:style>
  <w:style w:type="paragraph" w:customStyle="1" w:styleId="para">
    <w:name w:val="para"/>
    <w:rsid w:val="00FA4C47"/>
    <w:pPr>
      <w:ind w:firstLine="240"/>
      <w:jc w:val="both"/>
    </w:pPr>
    <w:rPr>
      <w:rFonts w:ascii="Times" w:hAnsi="Times"/>
      <w:lang w:val="en-US" w:eastAsia="de-DE"/>
    </w:rPr>
  </w:style>
  <w:style w:type="paragraph" w:customStyle="1" w:styleId="formalpara">
    <w:name w:val="formalpara"/>
    <w:basedOn w:val="Normal"/>
    <w:next w:val="Normal"/>
    <w:rsid w:val="00A03A43"/>
    <w:pPr>
      <w:spacing w:before="480" w:after="240"/>
      <w:ind w:firstLine="0"/>
    </w:pPr>
  </w:style>
  <w:style w:type="paragraph" w:customStyle="1" w:styleId="keyword">
    <w:name w:val="keyword"/>
    <w:basedOn w:val="abstract"/>
    <w:rsid w:val="004A0CD5"/>
  </w:style>
  <w:style w:type="paragraph" w:customStyle="1" w:styleId="appendix">
    <w:name w:val="appendix"/>
    <w:basedOn w:val="unheading1"/>
    <w:next w:val="Normal"/>
    <w:qFormat/>
    <w:rsid w:val="00923C93"/>
    <w:rPr>
      <w:b w:val="0"/>
    </w:rPr>
  </w:style>
  <w:style w:type="paragraph" w:customStyle="1" w:styleId="List1">
    <w:name w:val="List1"/>
    <w:basedOn w:val="para"/>
    <w:next w:val="Normal"/>
    <w:rsid w:val="00E6578B"/>
    <w:pPr>
      <w:spacing w:before="480" w:after="480" w:line="240" w:lineRule="atLeast"/>
      <w:ind w:firstLine="0"/>
      <w:contextualSpacing/>
    </w:pPr>
    <w:rPr>
      <w:lang w:val="en-IN"/>
    </w:rPr>
  </w:style>
  <w:style w:type="paragraph" w:customStyle="1" w:styleId="figure">
    <w:name w:val="figure"/>
    <w:basedOn w:val="table"/>
    <w:next w:val="Normal"/>
    <w:rsid w:val="002C16AE"/>
    <w:rPr>
      <w:lang w:val="en-IN"/>
    </w:rPr>
  </w:style>
  <w:style w:type="numbering" w:customStyle="1" w:styleId="Olist">
    <w:name w:val="Olist"/>
    <w:basedOn w:val="NoList"/>
    <w:rsid w:val="00995BA3"/>
    <w:pPr>
      <w:numPr>
        <w:numId w:val="3"/>
      </w:numPr>
    </w:pPr>
  </w:style>
  <w:style w:type="numbering" w:customStyle="1" w:styleId="UList">
    <w:name w:val="UList"/>
    <w:basedOn w:val="NoList"/>
    <w:rsid w:val="00995BA3"/>
    <w:pPr>
      <w:numPr>
        <w:numId w:val="4"/>
      </w:numPr>
    </w:pPr>
  </w:style>
  <w:style w:type="numbering" w:customStyle="1" w:styleId="Ulistt">
    <w:name w:val="Ulistt"/>
    <w:basedOn w:val="NoList"/>
    <w:rsid w:val="00995BA3"/>
    <w:pPr>
      <w:numPr>
        <w:numId w:val="5"/>
      </w:numPr>
    </w:pPr>
  </w:style>
  <w:style w:type="paragraph" w:customStyle="1" w:styleId="continuoustext">
    <w:name w:val="continuoustext"/>
    <w:basedOn w:val="para"/>
    <w:next w:val="Normal"/>
    <w:rsid w:val="00C754E3"/>
    <w:pPr>
      <w:ind w:firstLine="0"/>
    </w:pPr>
  </w:style>
  <w:style w:type="paragraph" w:customStyle="1" w:styleId="computercode">
    <w:name w:val="computercode"/>
    <w:basedOn w:val="para"/>
    <w:next w:val="Normal"/>
    <w:rsid w:val="00DF0687"/>
    <w:pPr>
      <w:ind w:firstLine="0"/>
    </w:pPr>
    <w:rPr>
      <w:rFonts w:ascii="Courier New" w:hAnsi="Courier New"/>
    </w:rPr>
  </w:style>
  <w:style w:type="paragraph" w:customStyle="1" w:styleId="MainTitle">
    <w:name w:val="Main_Title"/>
    <w:basedOn w:val="Normal"/>
    <w:next w:val="Normal"/>
    <w:link w:val="MainTitleChar"/>
    <w:rsid w:val="003C3278"/>
    <w:pPr>
      <w:keepNext/>
      <w:pageBreakBefore/>
      <w:numPr>
        <w:numId w:val="8"/>
      </w:numPr>
      <w:suppressAutoHyphens/>
      <w:spacing w:before="360" w:after="480" w:line="360" w:lineRule="auto"/>
      <w:outlineLvl w:val="0"/>
    </w:pPr>
    <w:rPr>
      <w:b/>
      <w:sz w:val="32"/>
    </w:rPr>
  </w:style>
  <w:style w:type="paragraph" w:styleId="Subtitle">
    <w:name w:val="Subtitle"/>
    <w:basedOn w:val="Normal"/>
    <w:next w:val="Normal"/>
    <w:link w:val="SubtitleChar"/>
    <w:rsid w:val="00A64714"/>
    <w:pPr>
      <w:numPr>
        <w:ilvl w:val="1"/>
      </w:numPr>
      <w:spacing w:after="160"/>
      <w:ind w:firstLine="238"/>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A64714"/>
    <w:rPr>
      <w:rFonts w:asciiTheme="minorHAnsi" w:eastAsiaTheme="minorEastAsia" w:hAnsiTheme="minorHAnsi" w:cstheme="minorBidi"/>
      <w:color w:val="5A5A5A" w:themeColor="text1" w:themeTint="A5"/>
      <w:spacing w:val="15"/>
      <w:sz w:val="22"/>
      <w:szCs w:val="22"/>
      <w:lang w:val="en-US" w:eastAsia="de-DE"/>
    </w:rPr>
  </w:style>
  <w:style w:type="paragraph" w:customStyle="1" w:styleId="footenote">
    <w:name w:val="footenote"/>
    <w:basedOn w:val="para"/>
    <w:rsid w:val="00E648CE"/>
    <w:pPr>
      <w:spacing w:line="200" w:lineRule="exact"/>
      <w:ind w:left="238" w:firstLine="0"/>
    </w:pPr>
    <w:rPr>
      <w:sz w:val="17"/>
    </w:rPr>
  </w:style>
  <w:style w:type="paragraph" w:styleId="IndexHeading">
    <w:name w:val="index heading"/>
    <w:basedOn w:val="Normal"/>
    <w:next w:val="Index1"/>
    <w:uiPriority w:val="99"/>
    <w:unhideWhenUsed/>
    <w:rsid w:val="00A84354"/>
    <w:pPr>
      <w:pBdr>
        <w:top w:val="single" w:sz="12" w:space="0" w:color="auto"/>
      </w:pBdr>
      <w:spacing w:before="360" w:after="240"/>
      <w:jc w:val="left"/>
    </w:pPr>
    <w:rPr>
      <w:rFonts w:asciiTheme="minorHAnsi" w:hAnsiTheme="minorHAnsi" w:cstheme="minorHAnsi"/>
      <w:b/>
      <w:bCs/>
      <w:i/>
      <w:iCs/>
      <w:sz w:val="26"/>
      <w:szCs w:val="26"/>
    </w:rPr>
  </w:style>
  <w:style w:type="paragraph" w:styleId="TOC5">
    <w:name w:val="toc 5"/>
    <w:basedOn w:val="Normal"/>
    <w:next w:val="Normal"/>
    <w:autoRedefine/>
    <w:semiHidden/>
    <w:unhideWhenUsed/>
    <w:rsid w:val="00AD21BF"/>
    <w:pPr>
      <w:spacing w:after="100"/>
      <w:ind w:left="800"/>
    </w:pPr>
  </w:style>
  <w:style w:type="paragraph" w:styleId="TOC6">
    <w:name w:val="toc 6"/>
    <w:basedOn w:val="Normal"/>
    <w:next w:val="Normal"/>
    <w:autoRedefine/>
    <w:semiHidden/>
    <w:unhideWhenUsed/>
    <w:rsid w:val="00AD21BF"/>
    <w:pPr>
      <w:spacing w:after="100"/>
      <w:ind w:left="1000"/>
    </w:pPr>
  </w:style>
  <w:style w:type="paragraph" w:styleId="TOC7">
    <w:name w:val="toc 7"/>
    <w:basedOn w:val="Normal"/>
    <w:next w:val="Normal"/>
    <w:autoRedefine/>
    <w:semiHidden/>
    <w:unhideWhenUsed/>
    <w:rsid w:val="00AD21BF"/>
    <w:pPr>
      <w:spacing w:after="100"/>
      <w:ind w:left="1200"/>
    </w:pPr>
  </w:style>
  <w:style w:type="paragraph" w:styleId="TOC8">
    <w:name w:val="toc 8"/>
    <w:basedOn w:val="Normal"/>
    <w:next w:val="Normal"/>
    <w:autoRedefine/>
    <w:semiHidden/>
    <w:unhideWhenUsed/>
    <w:rsid w:val="00AD21BF"/>
    <w:pPr>
      <w:spacing w:after="100"/>
      <w:ind w:left="1400"/>
    </w:pPr>
  </w:style>
  <w:style w:type="paragraph" w:styleId="TOC9">
    <w:name w:val="toc 9"/>
    <w:basedOn w:val="Normal"/>
    <w:next w:val="Normal"/>
    <w:autoRedefine/>
    <w:semiHidden/>
    <w:unhideWhenUsed/>
    <w:rsid w:val="00AD21BF"/>
    <w:pPr>
      <w:spacing w:after="100"/>
      <w:ind w:left="1600"/>
    </w:pPr>
  </w:style>
  <w:style w:type="table" w:styleId="TableGrid">
    <w:name w:val="Table Grid"/>
    <w:basedOn w:val="TableNormal"/>
    <w:rsid w:val="00107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note">
    <w:name w:val="articlenote"/>
    <w:basedOn w:val="affiliation"/>
    <w:next w:val="Normal"/>
    <w:rsid w:val="00AD3BD2"/>
    <w:pPr>
      <w:ind w:left="0"/>
    </w:pPr>
  </w:style>
  <w:style w:type="paragraph" w:styleId="TOCHeading">
    <w:name w:val="TOC Heading"/>
    <w:basedOn w:val="Heading1"/>
    <w:next w:val="Normal"/>
    <w:uiPriority w:val="39"/>
    <w:unhideWhenUsed/>
    <w:rsid w:val="00170DEC"/>
    <w:pPr>
      <w:keepLines/>
      <w:overflowPunct/>
      <w:autoSpaceDE/>
      <w:autoSpaceDN/>
      <w:adjustRightInd/>
      <w:spacing w:before="240" w:after="0" w:line="259" w:lineRule="auto"/>
      <w:jc w:val="left"/>
      <w:textAlignment w:val="auto"/>
      <w:outlineLvl w:val="9"/>
    </w:pPr>
    <w:rPr>
      <w:rFonts w:asciiTheme="majorHAnsi" w:eastAsiaTheme="majorEastAsia" w:hAnsiTheme="majorHAnsi" w:cstheme="majorBidi"/>
      <w:b w:val="0"/>
      <w:bCs w:val="0"/>
      <w:color w:val="365F91" w:themeColor="accent1" w:themeShade="BF"/>
      <w:sz w:val="32"/>
      <w:szCs w:val="32"/>
      <w:lang w:eastAsia="en-US"/>
    </w:rPr>
  </w:style>
  <w:style w:type="paragraph" w:customStyle="1" w:styleId="example">
    <w:name w:val="example"/>
    <w:basedOn w:val="formalpara"/>
    <w:rsid w:val="008C336F"/>
    <w:pPr>
      <w:ind w:firstLine="284"/>
      <w:contextualSpacing/>
    </w:pPr>
  </w:style>
  <w:style w:type="paragraph" w:customStyle="1" w:styleId="definition">
    <w:name w:val="definition"/>
    <w:basedOn w:val="example"/>
    <w:next w:val="Normal"/>
    <w:rsid w:val="0054444A"/>
  </w:style>
  <w:style w:type="paragraph" w:customStyle="1" w:styleId="warning">
    <w:name w:val="warning"/>
    <w:basedOn w:val="definition"/>
    <w:next w:val="Normal"/>
    <w:rsid w:val="0054444A"/>
  </w:style>
  <w:style w:type="paragraph" w:customStyle="1" w:styleId="overview">
    <w:name w:val="overview"/>
    <w:basedOn w:val="warning"/>
    <w:next w:val="Normal"/>
    <w:rsid w:val="00412F94"/>
    <w:pPr>
      <w:pBdr>
        <w:top w:val="single" w:sz="4" w:space="1" w:color="auto"/>
        <w:left w:val="single" w:sz="4" w:space="4" w:color="auto"/>
        <w:bottom w:val="single" w:sz="4" w:space="1" w:color="auto"/>
        <w:right w:val="single" w:sz="4" w:space="4" w:color="auto"/>
      </w:pBdr>
    </w:pPr>
  </w:style>
  <w:style w:type="paragraph" w:customStyle="1" w:styleId="legal">
    <w:name w:val="legal"/>
    <w:basedOn w:val="overview"/>
    <w:next w:val="Normal"/>
    <w:rsid w:val="0054444A"/>
  </w:style>
  <w:style w:type="paragraph" w:customStyle="1" w:styleId="RuninHead3">
    <w:name w:val="RuninHead3"/>
    <w:basedOn w:val="Normal"/>
    <w:next w:val="noindentpara"/>
    <w:link w:val="RuninHead3Char"/>
    <w:rsid w:val="00E04A67"/>
    <w:pPr>
      <w:ind w:firstLine="0"/>
    </w:pPr>
    <w:rPr>
      <w:b/>
    </w:rPr>
  </w:style>
  <w:style w:type="paragraph" w:styleId="ListParagraph">
    <w:name w:val="List Paragraph"/>
    <w:basedOn w:val="Normal"/>
    <w:link w:val="ListParagraphChar"/>
    <w:uiPriority w:val="34"/>
    <w:rsid w:val="002023E1"/>
    <w:pPr>
      <w:overflowPunct/>
      <w:autoSpaceDE/>
      <w:autoSpaceDN/>
      <w:adjustRightInd/>
      <w:spacing w:line="240" w:lineRule="auto"/>
      <w:ind w:left="720" w:firstLine="0"/>
      <w:contextualSpacing/>
      <w:jc w:val="left"/>
      <w:textAlignment w:val="auto"/>
    </w:pPr>
    <w:rPr>
      <w:rFonts w:ascii="Calibri" w:eastAsia="Calibri" w:hAnsi="Calibri"/>
      <w:szCs w:val="22"/>
      <w:lang w:eastAsia="en-US"/>
    </w:rPr>
  </w:style>
  <w:style w:type="character" w:customStyle="1" w:styleId="ListParagraphChar">
    <w:name w:val="List Paragraph Char"/>
    <w:link w:val="ListParagraph"/>
    <w:uiPriority w:val="34"/>
    <w:locked/>
    <w:rsid w:val="002023E1"/>
    <w:rPr>
      <w:rFonts w:ascii="Calibri" w:eastAsia="Calibri" w:hAnsi="Calibri"/>
      <w:szCs w:val="22"/>
      <w:lang w:val="en-US" w:eastAsia="en-US"/>
    </w:rPr>
  </w:style>
  <w:style w:type="paragraph" w:styleId="Title">
    <w:name w:val="Title"/>
    <w:basedOn w:val="Normal"/>
    <w:next w:val="Normal"/>
    <w:link w:val="TitleChar"/>
    <w:qFormat/>
    <w:rsid w:val="00714B1E"/>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714B1E"/>
    <w:rPr>
      <w:rFonts w:asciiTheme="majorHAnsi" w:eastAsiaTheme="majorEastAsia" w:hAnsiTheme="majorHAnsi" w:cstheme="majorBidi"/>
      <w:spacing w:val="-10"/>
      <w:kern w:val="28"/>
      <w:sz w:val="56"/>
      <w:szCs w:val="56"/>
      <w:lang w:val="en-US" w:eastAsia="de-DE"/>
    </w:rPr>
  </w:style>
  <w:style w:type="paragraph" w:customStyle="1" w:styleId="question">
    <w:name w:val="question"/>
    <w:basedOn w:val="formalpara"/>
    <w:next w:val="Normal"/>
    <w:rsid w:val="001114B2"/>
    <w:pPr>
      <w:ind w:firstLine="284"/>
      <w:contextualSpacing/>
    </w:pPr>
  </w:style>
  <w:style w:type="paragraph" w:customStyle="1" w:styleId="importantold">
    <w:name w:val="important_old"/>
    <w:basedOn w:val="overview"/>
    <w:next w:val="Normal"/>
    <w:rsid w:val="00D80985"/>
  </w:style>
  <w:style w:type="paragraph" w:styleId="TOC1">
    <w:name w:val="toc 1"/>
    <w:basedOn w:val="Normal"/>
    <w:next w:val="Normal"/>
    <w:autoRedefine/>
    <w:uiPriority w:val="39"/>
    <w:unhideWhenUsed/>
    <w:rsid w:val="00D07E97"/>
    <w:pPr>
      <w:spacing w:after="100"/>
    </w:pPr>
  </w:style>
  <w:style w:type="paragraph" w:styleId="TOC2">
    <w:name w:val="toc 2"/>
    <w:basedOn w:val="Normal"/>
    <w:next w:val="Normal"/>
    <w:autoRedefine/>
    <w:uiPriority w:val="39"/>
    <w:unhideWhenUsed/>
    <w:rsid w:val="00D07E97"/>
    <w:pPr>
      <w:spacing w:after="100"/>
      <w:ind w:left="200"/>
    </w:pPr>
  </w:style>
  <w:style w:type="paragraph" w:styleId="TOC3">
    <w:name w:val="toc 3"/>
    <w:basedOn w:val="Normal"/>
    <w:next w:val="Normal"/>
    <w:autoRedefine/>
    <w:uiPriority w:val="39"/>
    <w:semiHidden/>
    <w:unhideWhenUsed/>
    <w:rsid w:val="00D07E97"/>
    <w:pPr>
      <w:spacing w:after="100"/>
      <w:ind w:left="400"/>
    </w:pPr>
  </w:style>
  <w:style w:type="character" w:customStyle="1" w:styleId="RuninHead1Char">
    <w:name w:val="RuninHead1 Char"/>
    <w:basedOn w:val="DefaultParagraphFont"/>
    <w:link w:val="RuninHead1"/>
    <w:rsid w:val="002539B7"/>
    <w:rPr>
      <w:rFonts w:ascii="Times" w:hAnsi="Times"/>
      <w:b/>
      <w:lang w:val="en-US" w:eastAsia="de-DE"/>
    </w:rPr>
  </w:style>
  <w:style w:type="character" w:customStyle="1" w:styleId="RuninHead2Char">
    <w:name w:val="RuninHead2 Char"/>
    <w:basedOn w:val="DefaultParagraphFont"/>
    <w:link w:val="RuninHead2"/>
    <w:rsid w:val="002539B7"/>
    <w:rPr>
      <w:rFonts w:ascii="Times" w:hAnsi="Times"/>
      <w:b/>
      <w:i/>
      <w:lang w:val="en-US" w:eastAsia="de-DE"/>
    </w:rPr>
  </w:style>
  <w:style w:type="character" w:customStyle="1" w:styleId="RuninHead3Char">
    <w:name w:val="RuninHead3 Char"/>
    <w:basedOn w:val="RuninHead2Char"/>
    <w:link w:val="RuninHead3"/>
    <w:rsid w:val="00E04A67"/>
    <w:rPr>
      <w:rFonts w:ascii="Times" w:hAnsi="Times"/>
      <w:b/>
      <w:i w:val="0"/>
      <w:lang w:val="en-US" w:eastAsia="de-DE"/>
    </w:rPr>
  </w:style>
  <w:style w:type="paragraph" w:customStyle="1" w:styleId="noindentpara">
    <w:name w:val="noindentpara"/>
    <w:basedOn w:val="para"/>
    <w:next w:val="para"/>
    <w:rsid w:val="0064479C"/>
    <w:pPr>
      <w:ind w:firstLine="0"/>
    </w:pPr>
  </w:style>
  <w:style w:type="character" w:customStyle="1" w:styleId="Heading4Char">
    <w:name w:val="Heading 4 Char"/>
    <w:basedOn w:val="DefaultParagraphFont"/>
    <w:link w:val="Heading4"/>
    <w:rsid w:val="00B73E2D"/>
    <w:rPr>
      <w:rFonts w:ascii="Times" w:eastAsia="SimHei" w:hAnsi="Times"/>
      <w:b/>
      <w:bCs/>
      <w:szCs w:val="28"/>
      <w:lang w:val="en-US" w:eastAsia="zh-CN"/>
    </w:rPr>
  </w:style>
  <w:style w:type="paragraph" w:styleId="Footer">
    <w:name w:val="footer"/>
    <w:basedOn w:val="Normal"/>
    <w:link w:val="FooterChar"/>
    <w:uiPriority w:val="99"/>
    <w:rsid w:val="00B73E2D"/>
    <w:pPr>
      <w:tabs>
        <w:tab w:val="center" w:pos="4536"/>
        <w:tab w:val="right" w:pos="9072"/>
      </w:tabs>
      <w:overflowPunct/>
      <w:autoSpaceDE/>
      <w:autoSpaceDN/>
      <w:adjustRightInd/>
      <w:spacing w:line="240" w:lineRule="auto"/>
      <w:ind w:firstLine="0"/>
      <w:jc w:val="left"/>
      <w:textAlignment w:val="auto"/>
    </w:pPr>
    <w:rPr>
      <w:rFonts w:ascii="Times New Roman" w:eastAsia="SimSun" w:hAnsi="Times New Roman"/>
      <w:sz w:val="24"/>
      <w:szCs w:val="24"/>
      <w:lang w:val="pl-PL" w:eastAsia="pl-PL"/>
    </w:rPr>
  </w:style>
  <w:style w:type="character" w:customStyle="1" w:styleId="FooterChar">
    <w:name w:val="Footer Char"/>
    <w:basedOn w:val="DefaultParagraphFont"/>
    <w:link w:val="Footer"/>
    <w:uiPriority w:val="99"/>
    <w:rsid w:val="00B73E2D"/>
    <w:rPr>
      <w:rFonts w:eastAsia="SimSun"/>
      <w:sz w:val="24"/>
      <w:szCs w:val="24"/>
      <w:lang w:val="pl-PL" w:eastAsia="pl-PL"/>
    </w:rPr>
  </w:style>
  <w:style w:type="table" w:styleId="TableSimple1">
    <w:name w:val="Table Simple 1"/>
    <w:basedOn w:val="TableNormal"/>
    <w:rsid w:val="00B73E2D"/>
    <w:rPr>
      <w:rFonts w:eastAsia="SimSun"/>
      <w:lang w:val="en-US" w:eastAsia="zh-C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Header">
    <w:name w:val="header"/>
    <w:basedOn w:val="Normal"/>
    <w:link w:val="HeaderChar"/>
    <w:rsid w:val="00B73E2D"/>
    <w:pPr>
      <w:pBdr>
        <w:bottom w:val="single" w:sz="6" w:space="1" w:color="auto"/>
      </w:pBdr>
      <w:tabs>
        <w:tab w:val="center" w:pos="4153"/>
        <w:tab w:val="right" w:pos="8306"/>
      </w:tabs>
      <w:overflowPunct/>
      <w:autoSpaceDE/>
      <w:autoSpaceDN/>
      <w:adjustRightInd/>
      <w:snapToGrid w:val="0"/>
      <w:spacing w:line="240" w:lineRule="auto"/>
      <w:ind w:firstLine="0"/>
      <w:jc w:val="center"/>
      <w:textAlignment w:val="auto"/>
    </w:pPr>
    <w:rPr>
      <w:rFonts w:ascii="Times New Roman" w:eastAsia="SimSun" w:hAnsi="Times New Roman"/>
      <w:sz w:val="18"/>
      <w:szCs w:val="18"/>
      <w:lang w:val="pl-PL" w:eastAsia="pl-PL"/>
    </w:rPr>
  </w:style>
  <w:style w:type="character" w:customStyle="1" w:styleId="HeaderChar">
    <w:name w:val="Header Char"/>
    <w:basedOn w:val="DefaultParagraphFont"/>
    <w:link w:val="Header"/>
    <w:rsid w:val="00B73E2D"/>
    <w:rPr>
      <w:rFonts w:eastAsia="SimSun"/>
      <w:sz w:val="18"/>
      <w:szCs w:val="18"/>
      <w:lang w:val="pl-PL" w:eastAsia="pl-PL"/>
    </w:rPr>
  </w:style>
  <w:style w:type="character" w:customStyle="1" w:styleId="FootnoteTextChar">
    <w:name w:val="Footnote Text Char"/>
    <w:link w:val="FootnoteText"/>
    <w:rsid w:val="00B73E2D"/>
    <w:rPr>
      <w:rFonts w:ascii="Times" w:hAnsi="Times"/>
      <w:lang w:val="en-US" w:eastAsia="de-DE"/>
    </w:rPr>
  </w:style>
  <w:style w:type="character" w:customStyle="1" w:styleId="Heading1Char">
    <w:name w:val="Heading 1 Char"/>
    <w:link w:val="Heading1"/>
    <w:rsid w:val="00B73E2D"/>
    <w:rPr>
      <w:rFonts w:ascii="Arial" w:hAnsi="Arial"/>
      <w:b/>
      <w:bCs/>
      <w:sz w:val="28"/>
      <w:szCs w:val="24"/>
      <w:lang w:val="en-US" w:eastAsia="de-DE"/>
    </w:rPr>
  </w:style>
  <w:style w:type="paragraph" w:customStyle="1" w:styleId="abbreviationpara">
    <w:name w:val="abbreviationpara"/>
    <w:basedOn w:val="Normal"/>
    <w:next w:val="Normal"/>
    <w:rsid w:val="008A04B5"/>
  </w:style>
  <w:style w:type="character" w:customStyle="1" w:styleId="trans">
    <w:name w:val="trans"/>
    <w:basedOn w:val="DefaultParagraphFont"/>
    <w:rsid w:val="00B73E2D"/>
  </w:style>
  <w:style w:type="character" w:customStyle="1" w:styleId="MTEquationSection">
    <w:name w:val="MTEquationSection"/>
    <w:rsid w:val="00B73E2D"/>
    <w:rPr>
      <w:noProof/>
      <w:vanish w:val="0"/>
      <w:color w:val="FF0000"/>
      <w:sz w:val="28"/>
      <w:szCs w:val="28"/>
    </w:rPr>
  </w:style>
  <w:style w:type="paragraph" w:styleId="Index4">
    <w:name w:val="index 4"/>
    <w:basedOn w:val="Normal"/>
    <w:next w:val="Normal"/>
    <w:autoRedefine/>
    <w:semiHidden/>
    <w:unhideWhenUsed/>
    <w:rsid w:val="008B3191"/>
    <w:pPr>
      <w:spacing w:line="240" w:lineRule="auto"/>
      <w:ind w:left="800" w:hanging="200"/>
    </w:pPr>
  </w:style>
  <w:style w:type="paragraph" w:styleId="Index5">
    <w:name w:val="index 5"/>
    <w:basedOn w:val="Normal"/>
    <w:next w:val="Normal"/>
    <w:autoRedefine/>
    <w:semiHidden/>
    <w:unhideWhenUsed/>
    <w:rsid w:val="008B3191"/>
    <w:pPr>
      <w:spacing w:line="240" w:lineRule="auto"/>
      <w:ind w:left="1000" w:hanging="200"/>
    </w:pPr>
  </w:style>
  <w:style w:type="paragraph" w:customStyle="1" w:styleId="MTDisplayEquation">
    <w:name w:val="MTDisplayEquation"/>
    <w:basedOn w:val="Normal"/>
    <w:link w:val="MTDisplayEquationChar"/>
    <w:rsid w:val="00B73E2D"/>
    <w:pPr>
      <w:widowControl w:val="0"/>
      <w:tabs>
        <w:tab w:val="center" w:pos="4540"/>
        <w:tab w:val="right" w:pos="9080"/>
      </w:tabs>
      <w:overflowPunct/>
      <w:autoSpaceDE/>
      <w:autoSpaceDN/>
      <w:adjustRightInd/>
      <w:spacing w:line="360" w:lineRule="auto"/>
      <w:ind w:firstLine="420"/>
      <w:textAlignment w:val="auto"/>
    </w:pPr>
    <w:rPr>
      <w:rFonts w:ascii="Times New Roman" w:eastAsia="SimSun" w:hAnsi="Times New Roman"/>
      <w:kern w:val="2"/>
      <w:sz w:val="24"/>
      <w:szCs w:val="24"/>
      <w:lang w:eastAsia="zh-CN"/>
    </w:rPr>
  </w:style>
  <w:style w:type="character" w:customStyle="1" w:styleId="MTDisplayEquationChar">
    <w:name w:val="MTDisplayEquation Char"/>
    <w:link w:val="MTDisplayEquation"/>
    <w:rsid w:val="00B73E2D"/>
    <w:rPr>
      <w:rFonts w:eastAsia="SimSun"/>
      <w:kern w:val="2"/>
      <w:sz w:val="24"/>
      <w:szCs w:val="24"/>
      <w:lang w:val="en-US" w:eastAsia="zh-CN"/>
    </w:rPr>
  </w:style>
  <w:style w:type="paragraph" w:styleId="Index6">
    <w:name w:val="index 6"/>
    <w:basedOn w:val="Normal"/>
    <w:next w:val="Normal"/>
    <w:autoRedefine/>
    <w:semiHidden/>
    <w:unhideWhenUsed/>
    <w:rsid w:val="008B3191"/>
    <w:pPr>
      <w:spacing w:line="240" w:lineRule="auto"/>
      <w:ind w:left="1200" w:hanging="200"/>
    </w:pPr>
  </w:style>
  <w:style w:type="paragraph" w:styleId="Index7">
    <w:name w:val="index 7"/>
    <w:basedOn w:val="Normal"/>
    <w:next w:val="Normal"/>
    <w:autoRedefine/>
    <w:semiHidden/>
    <w:unhideWhenUsed/>
    <w:rsid w:val="008B3191"/>
    <w:pPr>
      <w:spacing w:line="240" w:lineRule="auto"/>
      <w:ind w:left="1400" w:hanging="200"/>
    </w:pPr>
  </w:style>
  <w:style w:type="paragraph" w:styleId="CommentSubject">
    <w:name w:val="annotation subject"/>
    <w:basedOn w:val="Normal"/>
    <w:next w:val="Normal"/>
    <w:link w:val="CommentSubjectChar"/>
    <w:rsid w:val="008A04B5"/>
    <w:pPr>
      <w:overflowPunct/>
      <w:autoSpaceDE/>
      <w:autoSpaceDN/>
      <w:adjustRightInd/>
      <w:spacing w:line="240" w:lineRule="auto"/>
      <w:ind w:firstLine="0"/>
      <w:jc w:val="left"/>
      <w:textAlignment w:val="auto"/>
    </w:pPr>
    <w:rPr>
      <w:rFonts w:ascii="Times New Roman" w:eastAsia="SimSun" w:hAnsi="Times New Roman"/>
      <w:b/>
      <w:bCs/>
      <w:sz w:val="24"/>
      <w:szCs w:val="24"/>
      <w:lang w:val="pl-PL" w:eastAsia="pl-PL"/>
    </w:rPr>
  </w:style>
  <w:style w:type="character" w:customStyle="1" w:styleId="CommentSubjectChar">
    <w:name w:val="Comment Subject Char"/>
    <w:basedOn w:val="DefaultParagraphFont"/>
    <w:link w:val="CommentSubject"/>
    <w:rsid w:val="008A04B5"/>
    <w:rPr>
      <w:rFonts w:eastAsia="SimSun"/>
      <w:b/>
      <w:bCs/>
      <w:sz w:val="24"/>
      <w:szCs w:val="24"/>
      <w:lang w:val="pl-PL" w:eastAsia="pl-PL"/>
    </w:rPr>
  </w:style>
  <w:style w:type="paragraph" w:customStyle="1" w:styleId="reltitle">
    <w:name w:val="rel_title"/>
    <w:basedOn w:val="Normal"/>
    <w:rsid w:val="00B73E2D"/>
    <w:pPr>
      <w:overflowPunct/>
      <w:autoSpaceDE/>
      <w:autoSpaceDN/>
      <w:adjustRightInd/>
      <w:spacing w:before="100" w:beforeAutospacing="1" w:after="100" w:afterAutospacing="1" w:line="240" w:lineRule="auto"/>
      <w:ind w:firstLine="0"/>
      <w:jc w:val="left"/>
      <w:textAlignment w:val="auto"/>
    </w:pPr>
    <w:rPr>
      <w:rFonts w:ascii="SimSun" w:eastAsia="SimSun" w:hAnsi="SimSun" w:cs="SimSun"/>
      <w:sz w:val="24"/>
      <w:szCs w:val="24"/>
      <w:lang w:eastAsia="zh-CN"/>
    </w:rPr>
  </w:style>
  <w:style w:type="table" w:styleId="TableClassic1">
    <w:name w:val="Table Classic 1"/>
    <w:basedOn w:val="TableNormal"/>
    <w:rsid w:val="00B73E2D"/>
    <w:rPr>
      <w:rFonts w:eastAsia="SimSun"/>
      <w:lang w:val="en-US" w:eastAsia="zh-C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Heading2Char">
    <w:name w:val="Heading 2 Char"/>
    <w:link w:val="Heading2"/>
    <w:rsid w:val="00B73E2D"/>
    <w:rPr>
      <w:rFonts w:ascii="Arial" w:hAnsi="Arial"/>
      <w:b/>
      <w:lang w:val="en-US" w:eastAsia="de-DE"/>
    </w:rPr>
  </w:style>
  <w:style w:type="paragraph" w:customStyle="1" w:styleId="Text">
    <w:name w:val="Text"/>
    <w:basedOn w:val="Normal"/>
    <w:rsid w:val="00B73E2D"/>
    <w:pPr>
      <w:widowControl w:val="0"/>
      <w:overflowPunct/>
      <w:autoSpaceDE/>
      <w:autoSpaceDN/>
      <w:adjustRightInd/>
      <w:spacing w:line="252" w:lineRule="auto"/>
      <w:ind w:firstLine="202"/>
      <w:textAlignment w:val="auto"/>
    </w:pPr>
    <w:rPr>
      <w:rFonts w:ascii="Times New Roman" w:eastAsia="SimSun" w:hAnsi="Times New Roman"/>
      <w:lang w:eastAsia="en-US"/>
    </w:rPr>
  </w:style>
  <w:style w:type="paragraph" w:customStyle="1" w:styleId="Equation0">
    <w:name w:val="Equation"/>
    <w:basedOn w:val="Normal"/>
    <w:next w:val="Normal"/>
    <w:uiPriority w:val="99"/>
    <w:rsid w:val="00B73E2D"/>
    <w:pPr>
      <w:widowControl w:val="0"/>
      <w:tabs>
        <w:tab w:val="right" w:pos="5040"/>
      </w:tabs>
      <w:overflowPunct/>
      <w:autoSpaceDE/>
      <w:autoSpaceDN/>
      <w:adjustRightInd/>
      <w:spacing w:line="252" w:lineRule="auto"/>
      <w:ind w:firstLine="0"/>
      <w:textAlignment w:val="auto"/>
    </w:pPr>
    <w:rPr>
      <w:rFonts w:ascii="Times New Roman" w:eastAsia="SimSun" w:hAnsi="Times New Roman"/>
      <w:lang w:eastAsia="en-US"/>
    </w:rPr>
  </w:style>
  <w:style w:type="paragraph" w:styleId="Index8">
    <w:name w:val="index 8"/>
    <w:basedOn w:val="Normal"/>
    <w:next w:val="Normal"/>
    <w:autoRedefine/>
    <w:semiHidden/>
    <w:unhideWhenUsed/>
    <w:rsid w:val="008B3191"/>
    <w:pPr>
      <w:spacing w:line="240" w:lineRule="auto"/>
      <w:ind w:left="1600" w:hanging="200"/>
    </w:pPr>
  </w:style>
  <w:style w:type="paragraph" w:customStyle="1" w:styleId="Default">
    <w:name w:val="Default"/>
    <w:rsid w:val="00B73E2D"/>
    <w:pPr>
      <w:widowControl w:val="0"/>
      <w:autoSpaceDE w:val="0"/>
      <w:autoSpaceDN w:val="0"/>
      <w:adjustRightInd w:val="0"/>
    </w:pPr>
    <w:rPr>
      <w:rFonts w:ascii="ENPGF H+ Gulliver" w:eastAsia="ENPGF H+ Gulliver" w:cs="ENPGF H+ Gulliver"/>
      <w:color w:val="000000"/>
      <w:sz w:val="24"/>
      <w:szCs w:val="24"/>
      <w:lang w:val="en-US" w:eastAsia="zh-CN"/>
    </w:rPr>
  </w:style>
  <w:style w:type="paragraph" w:styleId="Index9">
    <w:name w:val="index 9"/>
    <w:basedOn w:val="Normal"/>
    <w:next w:val="Normal"/>
    <w:autoRedefine/>
    <w:semiHidden/>
    <w:unhideWhenUsed/>
    <w:rsid w:val="008B3191"/>
    <w:pPr>
      <w:spacing w:line="240" w:lineRule="auto"/>
      <w:ind w:left="1800" w:hanging="200"/>
    </w:pPr>
  </w:style>
  <w:style w:type="character" w:customStyle="1" w:styleId="text0">
    <w:name w:val="text"/>
    <w:basedOn w:val="DefaultParagraphFont"/>
    <w:rsid w:val="00B73E2D"/>
  </w:style>
  <w:style w:type="character" w:customStyle="1" w:styleId="article-number">
    <w:name w:val="article-number"/>
    <w:basedOn w:val="DefaultParagraphFont"/>
    <w:rsid w:val="00B73E2D"/>
  </w:style>
  <w:style w:type="character" w:customStyle="1" w:styleId="separator">
    <w:name w:val="separator"/>
    <w:basedOn w:val="DefaultParagraphFont"/>
    <w:rsid w:val="00B73E2D"/>
  </w:style>
  <w:style w:type="paragraph" w:customStyle="1" w:styleId="References0">
    <w:name w:val="References"/>
    <w:basedOn w:val="Normal"/>
    <w:rsid w:val="00B73E2D"/>
    <w:pPr>
      <w:overflowPunct/>
      <w:autoSpaceDE/>
      <w:autoSpaceDN/>
      <w:adjustRightInd/>
      <w:spacing w:line="240" w:lineRule="auto"/>
      <w:ind w:firstLine="288"/>
      <w:textAlignment w:val="auto"/>
    </w:pPr>
    <w:rPr>
      <w:rFonts w:ascii="Times New Roman" w:eastAsia="SimSun" w:hAnsi="Times New Roman"/>
      <w:sz w:val="18"/>
      <w:lang w:eastAsia="en-US"/>
    </w:rPr>
  </w:style>
  <w:style w:type="character" w:customStyle="1" w:styleId="UnresolvedMention1">
    <w:name w:val="Unresolved Mention1"/>
    <w:basedOn w:val="DefaultParagraphFont"/>
    <w:uiPriority w:val="99"/>
    <w:semiHidden/>
    <w:unhideWhenUsed/>
    <w:rsid w:val="00B73E2D"/>
    <w:rPr>
      <w:color w:val="605E5C"/>
      <w:shd w:val="clear" w:color="auto" w:fill="E1DFDD"/>
    </w:rPr>
  </w:style>
  <w:style w:type="character" w:styleId="PlaceholderText">
    <w:name w:val="Placeholder Text"/>
    <w:basedOn w:val="DefaultParagraphFont"/>
    <w:uiPriority w:val="99"/>
    <w:semiHidden/>
    <w:rsid w:val="00B73E2D"/>
    <w:rPr>
      <w:color w:val="808080"/>
    </w:rPr>
  </w:style>
  <w:style w:type="paragraph" w:styleId="Revision">
    <w:name w:val="Revision"/>
    <w:hidden/>
    <w:uiPriority w:val="99"/>
    <w:semiHidden/>
    <w:rsid w:val="00B73E2D"/>
    <w:rPr>
      <w:rFonts w:eastAsia="SimSun"/>
      <w:sz w:val="24"/>
      <w:szCs w:val="24"/>
      <w:lang w:val="pl-PL" w:eastAsia="pl-PL"/>
    </w:rPr>
  </w:style>
  <w:style w:type="character" w:customStyle="1" w:styleId="Heading3Char">
    <w:name w:val="Heading 3 Char"/>
    <w:basedOn w:val="DefaultParagraphFont"/>
    <w:link w:val="Heading3"/>
    <w:uiPriority w:val="9"/>
    <w:rsid w:val="00B73E2D"/>
    <w:rPr>
      <w:rFonts w:ascii="Arial" w:hAnsi="Arial" w:cs="Arial"/>
      <w:b/>
      <w:bCs/>
      <w:szCs w:val="26"/>
      <w:lang w:val="en-US" w:eastAsia="de-DE"/>
    </w:rPr>
  </w:style>
  <w:style w:type="paragraph" w:styleId="NormalWeb">
    <w:name w:val="Normal (Web)"/>
    <w:basedOn w:val="Normal"/>
    <w:uiPriority w:val="99"/>
    <w:unhideWhenUsed/>
    <w:rsid w:val="00B73E2D"/>
    <w:pPr>
      <w:overflowPunct/>
      <w:autoSpaceDE/>
      <w:autoSpaceDN/>
      <w:adjustRightInd/>
      <w:spacing w:before="100" w:beforeAutospacing="1" w:after="100" w:afterAutospacing="1" w:line="240" w:lineRule="auto"/>
      <w:ind w:firstLine="0"/>
      <w:jc w:val="left"/>
      <w:textAlignment w:val="auto"/>
    </w:pPr>
    <w:rPr>
      <w:rFonts w:ascii="SimSun" w:eastAsia="SimSun" w:hAnsi="SimSun" w:cs="SimSun"/>
      <w:sz w:val="24"/>
      <w:szCs w:val="24"/>
      <w:lang w:eastAsia="zh-CN"/>
    </w:rPr>
  </w:style>
  <w:style w:type="table" w:styleId="TableGridLight">
    <w:name w:val="Grid Table Light"/>
    <w:basedOn w:val="TableNormal"/>
    <w:uiPriority w:val="40"/>
    <w:rsid w:val="00B73E2D"/>
    <w:rPr>
      <w:rFonts w:eastAsia="SimSun"/>
      <w:lang w:val="en-US" w:eastAsia="zh-C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bbreviation">
    <w:name w:val="abbreviation"/>
    <w:basedOn w:val="Normal"/>
    <w:next w:val="Normal"/>
    <w:rsid w:val="004427F4"/>
    <w:pPr>
      <w:spacing w:before="480" w:after="480"/>
      <w:ind w:firstLine="0"/>
    </w:pPr>
    <w:rPr>
      <w:b/>
      <w:bCs/>
    </w:rPr>
  </w:style>
  <w:style w:type="paragraph" w:customStyle="1" w:styleId="CompetingInterests">
    <w:name w:val="CompetingInterests"/>
    <w:basedOn w:val="unheading1"/>
    <w:next w:val="Normal"/>
    <w:rsid w:val="00EE3D26"/>
    <w:rPr>
      <w:b w:val="0"/>
      <w:sz w:val="20"/>
    </w:rPr>
  </w:style>
  <w:style w:type="paragraph" w:customStyle="1" w:styleId="EthicsApproval">
    <w:name w:val="EthicsApproval"/>
    <w:basedOn w:val="unheading1"/>
    <w:next w:val="Normal"/>
    <w:rsid w:val="00161555"/>
    <w:rPr>
      <w:b w:val="0"/>
      <w:sz w:val="20"/>
    </w:rPr>
  </w:style>
  <w:style w:type="character" w:styleId="FootnoteReference">
    <w:name w:val="footnote reference"/>
    <w:basedOn w:val="DefaultParagraphFont"/>
    <w:semiHidden/>
    <w:unhideWhenUsed/>
    <w:rsid w:val="00425989"/>
    <w:rPr>
      <w:vertAlign w:val="superscript"/>
    </w:rPr>
  </w:style>
  <w:style w:type="paragraph" w:customStyle="1" w:styleId="unheading1">
    <w:name w:val="unheading1"/>
    <w:basedOn w:val="Normal"/>
    <w:next w:val="noindentpara"/>
    <w:rsid w:val="0044766E"/>
    <w:pPr>
      <w:spacing w:before="720" w:after="480" w:line="280" w:lineRule="atLeast"/>
      <w:ind w:firstLine="0"/>
      <w:jc w:val="left"/>
      <w:outlineLvl w:val="0"/>
    </w:pPr>
    <w:rPr>
      <w:b/>
      <w:sz w:val="24"/>
      <w:lang w:val="en-IN"/>
    </w:rPr>
  </w:style>
  <w:style w:type="paragraph" w:customStyle="1" w:styleId="unheading2">
    <w:name w:val="unheading2"/>
    <w:basedOn w:val="unheading1"/>
    <w:next w:val="noindentpara"/>
    <w:rsid w:val="0044766E"/>
    <w:pPr>
      <w:outlineLvl w:val="1"/>
    </w:pPr>
    <w:rPr>
      <w:i/>
    </w:rPr>
  </w:style>
  <w:style w:type="paragraph" w:customStyle="1" w:styleId="unheading3">
    <w:name w:val="unheading3"/>
    <w:basedOn w:val="unheading2"/>
    <w:next w:val="noindentpara"/>
    <w:rsid w:val="00E3512D"/>
    <w:pPr>
      <w:spacing w:before="480" w:after="240" w:line="240" w:lineRule="atLeast"/>
      <w:outlineLvl w:val="2"/>
    </w:pPr>
    <w:rPr>
      <w:i w:val="0"/>
      <w:sz w:val="20"/>
    </w:rPr>
  </w:style>
  <w:style w:type="paragraph" w:customStyle="1" w:styleId="unheading4">
    <w:name w:val="unheading4"/>
    <w:basedOn w:val="unheading3"/>
    <w:next w:val="noindentpara"/>
    <w:rsid w:val="00E3512D"/>
    <w:pPr>
      <w:outlineLvl w:val="3"/>
    </w:pPr>
    <w:rPr>
      <w:b w:val="0"/>
    </w:rPr>
  </w:style>
  <w:style w:type="paragraph" w:customStyle="1" w:styleId="unheading5">
    <w:name w:val="unheading5"/>
    <w:basedOn w:val="unheading4"/>
    <w:next w:val="noindentpara"/>
    <w:rsid w:val="00E3512D"/>
    <w:pPr>
      <w:spacing w:before="360" w:after="120"/>
      <w:jc w:val="both"/>
      <w:outlineLvl w:val="4"/>
    </w:pPr>
    <w:rPr>
      <w:i/>
    </w:rPr>
  </w:style>
  <w:style w:type="paragraph" w:customStyle="1" w:styleId="exampleCont">
    <w:name w:val="exampleCont"/>
    <w:basedOn w:val="example"/>
    <w:rsid w:val="00756FAB"/>
    <w:pPr>
      <w:spacing w:before="0" w:after="0" w:line="240" w:lineRule="auto"/>
      <w:contextualSpacing w:val="0"/>
    </w:pPr>
    <w:rPr>
      <w:lang w:val="en-IN"/>
    </w:rPr>
  </w:style>
  <w:style w:type="character" w:customStyle="1" w:styleId="MainTitleChar">
    <w:name w:val="Main_Title Char"/>
    <w:basedOn w:val="DefaultParagraphFont"/>
    <w:link w:val="MainTitle"/>
    <w:rsid w:val="00833827"/>
    <w:rPr>
      <w:rFonts w:ascii="Times" w:hAnsi="Times"/>
      <w:b/>
      <w:sz w:val="32"/>
      <w:lang w:val="en-US" w:eastAsia="de-DE"/>
    </w:rPr>
  </w:style>
  <w:style w:type="paragraph" w:customStyle="1" w:styleId="DMainTitle">
    <w:name w:val="DMain_Title"/>
    <w:basedOn w:val="MainTitle"/>
    <w:next w:val="Normal"/>
    <w:rsid w:val="0087167C"/>
    <w:pPr>
      <w:numPr>
        <w:numId w:val="9"/>
      </w:numPr>
    </w:pPr>
  </w:style>
  <w:style w:type="paragraph" w:styleId="Caption">
    <w:name w:val="caption"/>
    <w:basedOn w:val="Normal"/>
    <w:next w:val="Normal"/>
    <w:uiPriority w:val="35"/>
    <w:semiHidden/>
    <w:unhideWhenUsed/>
    <w:qFormat/>
    <w:rsid w:val="0087167C"/>
    <w:pPr>
      <w:spacing w:after="200" w:line="240" w:lineRule="auto"/>
    </w:pPr>
    <w:rPr>
      <w:i/>
      <w:iCs/>
      <w:color w:val="1F497D" w:themeColor="text2"/>
      <w:sz w:val="18"/>
      <w:szCs w:val="18"/>
    </w:rPr>
  </w:style>
  <w:style w:type="paragraph" w:styleId="EndnoteText">
    <w:name w:val="endnote text"/>
    <w:basedOn w:val="Normal"/>
    <w:link w:val="EndnoteTextChar"/>
    <w:semiHidden/>
    <w:unhideWhenUsed/>
    <w:rsid w:val="00C9079F"/>
    <w:pPr>
      <w:spacing w:line="240" w:lineRule="auto"/>
    </w:pPr>
  </w:style>
  <w:style w:type="character" w:customStyle="1" w:styleId="EndnoteTextChar">
    <w:name w:val="Endnote Text Char"/>
    <w:basedOn w:val="DefaultParagraphFont"/>
    <w:link w:val="EndnoteText"/>
    <w:semiHidden/>
    <w:rsid w:val="00C9079F"/>
    <w:rPr>
      <w:rFonts w:ascii="Times" w:hAnsi="Times"/>
      <w:lang w:val="en-US" w:eastAsia="de-DE"/>
    </w:rPr>
  </w:style>
  <w:style w:type="character" w:styleId="EndnoteReference">
    <w:name w:val="endnote reference"/>
    <w:basedOn w:val="DefaultParagraphFont"/>
    <w:semiHidden/>
    <w:unhideWhenUsed/>
    <w:rsid w:val="00C9079F"/>
    <w:rPr>
      <w:vertAlign w:val="superscript"/>
    </w:rPr>
  </w:style>
  <w:style w:type="paragraph" w:customStyle="1" w:styleId="motto">
    <w:name w:val="motto"/>
    <w:basedOn w:val="articlenote"/>
    <w:rsid w:val="00AD3BD2"/>
    <w:pPr>
      <w:ind w:left="238"/>
      <w:jc w:val="right"/>
    </w:pPr>
  </w:style>
  <w:style w:type="paragraph" w:customStyle="1" w:styleId="Numreference">
    <w:name w:val="Num_reference"/>
    <w:basedOn w:val="reference"/>
    <w:next w:val="Normal"/>
    <w:rsid w:val="00B2171A"/>
    <w:pPr>
      <w:numPr>
        <w:numId w:val="10"/>
      </w:numPr>
    </w:pPr>
    <w:rPr>
      <w:lang w:val="en-IN"/>
    </w:rPr>
  </w:style>
  <w:style w:type="character" w:styleId="CommentReference">
    <w:name w:val="annotation reference"/>
    <w:basedOn w:val="DefaultParagraphFont"/>
    <w:uiPriority w:val="99"/>
    <w:semiHidden/>
    <w:unhideWhenUsed/>
    <w:rsid w:val="00E04A67"/>
    <w:rPr>
      <w:sz w:val="16"/>
      <w:szCs w:val="16"/>
    </w:rPr>
  </w:style>
  <w:style w:type="paragraph" w:styleId="CommentText">
    <w:name w:val="annotation text"/>
    <w:basedOn w:val="Normal"/>
    <w:link w:val="CommentTextChar"/>
    <w:uiPriority w:val="99"/>
    <w:semiHidden/>
    <w:unhideWhenUsed/>
    <w:rsid w:val="00E04A67"/>
    <w:pPr>
      <w:spacing w:line="240" w:lineRule="auto"/>
    </w:pPr>
  </w:style>
  <w:style w:type="character" w:customStyle="1" w:styleId="CommentTextChar">
    <w:name w:val="Comment Text Char"/>
    <w:basedOn w:val="DefaultParagraphFont"/>
    <w:link w:val="CommentText"/>
    <w:uiPriority w:val="99"/>
    <w:semiHidden/>
    <w:rsid w:val="00E04A67"/>
    <w:rPr>
      <w:rFonts w:ascii="Times" w:hAnsi="Times"/>
      <w:lang w:val="en-US" w:eastAsia="de-DE"/>
    </w:rPr>
  </w:style>
  <w:style w:type="paragraph" w:styleId="BalloonText">
    <w:name w:val="Balloon Text"/>
    <w:basedOn w:val="Normal"/>
    <w:link w:val="BalloonTextChar"/>
    <w:semiHidden/>
    <w:unhideWhenUsed/>
    <w:rsid w:val="00E04A6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E04A67"/>
    <w:rPr>
      <w:rFonts w:ascii="Segoe UI" w:hAnsi="Segoe UI" w:cs="Segoe UI"/>
      <w:sz w:val="18"/>
      <w:szCs w:val="18"/>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96188">
      <w:bodyDiv w:val="1"/>
      <w:marLeft w:val="0"/>
      <w:marRight w:val="0"/>
      <w:marTop w:val="0"/>
      <w:marBottom w:val="0"/>
      <w:divBdr>
        <w:top w:val="none" w:sz="0" w:space="0" w:color="auto"/>
        <w:left w:val="none" w:sz="0" w:space="0" w:color="auto"/>
        <w:bottom w:val="none" w:sz="0" w:space="0" w:color="auto"/>
        <w:right w:val="none" w:sz="0" w:space="0" w:color="auto"/>
      </w:divBdr>
      <w:divsChild>
        <w:div w:id="1569460137">
          <w:marLeft w:val="0"/>
          <w:marRight w:val="0"/>
          <w:marTop w:val="0"/>
          <w:marBottom w:val="0"/>
          <w:divBdr>
            <w:top w:val="none" w:sz="0" w:space="0" w:color="auto"/>
            <w:left w:val="none" w:sz="0" w:space="0" w:color="auto"/>
            <w:bottom w:val="none" w:sz="0" w:space="0" w:color="auto"/>
            <w:right w:val="none" w:sz="0" w:space="0" w:color="auto"/>
          </w:divBdr>
        </w:div>
        <w:div w:id="1435587217">
          <w:marLeft w:val="0"/>
          <w:marRight w:val="0"/>
          <w:marTop w:val="0"/>
          <w:marBottom w:val="0"/>
          <w:divBdr>
            <w:top w:val="none" w:sz="0" w:space="0" w:color="auto"/>
            <w:left w:val="none" w:sz="0" w:space="0" w:color="auto"/>
            <w:bottom w:val="none" w:sz="0" w:space="0" w:color="auto"/>
            <w:right w:val="none" w:sz="0" w:space="0" w:color="auto"/>
          </w:divBdr>
        </w:div>
      </w:divsChild>
    </w:div>
    <w:div w:id="594364899">
      <w:bodyDiv w:val="1"/>
      <w:marLeft w:val="0"/>
      <w:marRight w:val="0"/>
      <w:marTop w:val="0"/>
      <w:marBottom w:val="0"/>
      <w:divBdr>
        <w:top w:val="none" w:sz="0" w:space="0" w:color="auto"/>
        <w:left w:val="none" w:sz="0" w:space="0" w:color="auto"/>
        <w:bottom w:val="none" w:sz="0" w:space="0" w:color="auto"/>
        <w:right w:val="none" w:sz="0" w:space="0" w:color="auto"/>
      </w:divBdr>
      <w:divsChild>
        <w:div w:id="1799101346">
          <w:marLeft w:val="0"/>
          <w:marRight w:val="0"/>
          <w:marTop w:val="0"/>
          <w:marBottom w:val="0"/>
          <w:divBdr>
            <w:top w:val="none" w:sz="0" w:space="0" w:color="auto"/>
            <w:left w:val="none" w:sz="0" w:space="0" w:color="auto"/>
            <w:bottom w:val="none" w:sz="0" w:space="0" w:color="auto"/>
            <w:right w:val="none" w:sz="0" w:space="0" w:color="auto"/>
          </w:divBdr>
        </w:div>
        <w:div w:id="944728289">
          <w:marLeft w:val="0"/>
          <w:marRight w:val="0"/>
          <w:marTop w:val="0"/>
          <w:marBottom w:val="0"/>
          <w:divBdr>
            <w:top w:val="none" w:sz="0" w:space="0" w:color="auto"/>
            <w:left w:val="none" w:sz="0" w:space="0" w:color="auto"/>
            <w:bottom w:val="none" w:sz="0" w:space="0" w:color="auto"/>
            <w:right w:val="none" w:sz="0" w:space="0" w:color="auto"/>
          </w:divBdr>
        </w:div>
      </w:divsChild>
    </w:div>
    <w:div w:id="1565682121">
      <w:bodyDiv w:val="1"/>
      <w:marLeft w:val="0"/>
      <w:marRight w:val="0"/>
      <w:marTop w:val="0"/>
      <w:marBottom w:val="0"/>
      <w:divBdr>
        <w:top w:val="none" w:sz="0" w:space="0" w:color="auto"/>
        <w:left w:val="none" w:sz="0" w:space="0" w:color="auto"/>
        <w:bottom w:val="none" w:sz="0" w:space="0" w:color="auto"/>
        <w:right w:val="none" w:sz="0" w:space="0" w:color="auto"/>
      </w:divBdr>
      <w:divsChild>
        <w:div w:id="154685048">
          <w:marLeft w:val="0"/>
          <w:marRight w:val="0"/>
          <w:marTop w:val="0"/>
          <w:marBottom w:val="0"/>
          <w:divBdr>
            <w:top w:val="none" w:sz="0" w:space="0" w:color="auto"/>
            <w:left w:val="none" w:sz="0" w:space="0" w:color="auto"/>
            <w:bottom w:val="none" w:sz="0" w:space="0" w:color="auto"/>
            <w:right w:val="none" w:sz="0" w:space="0" w:color="auto"/>
          </w:divBdr>
        </w:div>
        <w:div w:id="1779442916">
          <w:marLeft w:val="0"/>
          <w:marRight w:val="0"/>
          <w:marTop w:val="0"/>
          <w:marBottom w:val="0"/>
          <w:divBdr>
            <w:top w:val="none" w:sz="0" w:space="0" w:color="auto"/>
            <w:left w:val="none" w:sz="0" w:space="0" w:color="auto"/>
            <w:bottom w:val="none" w:sz="0" w:space="0" w:color="auto"/>
            <w:right w:val="none" w:sz="0" w:space="0" w:color="auto"/>
          </w:divBdr>
        </w:div>
      </w:divsChild>
    </w:div>
    <w:div w:id="1627271918">
      <w:bodyDiv w:val="1"/>
      <w:marLeft w:val="0"/>
      <w:marRight w:val="0"/>
      <w:marTop w:val="0"/>
      <w:marBottom w:val="0"/>
      <w:divBdr>
        <w:top w:val="none" w:sz="0" w:space="0" w:color="auto"/>
        <w:left w:val="none" w:sz="0" w:space="0" w:color="auto"/>
        <w:bottom w:val="none" w:sz="0" w:space="0" w:color="auto"/>
        <w:right w:val="none" w:sz="0" w:space="0" w:color="auto"/>
      </w:divBdr>
    </w:div>
    <w:div w:id="210950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gcastellazzi/Downloads/SN_Word_Template/Autho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A16B2-7087-467F-BCD8-5DE9709FD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Author.dotm</Template>
  <TotalTime>5</TotalTime>
  <Pages>2</Pages>
  <Words>260</Words>
  <Characters>1484</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BertelsmannSpringer</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Giovanni Castellazzi</cp:lastModifiedBy>
  <cp:revision>1</cp:revision>
  <dcterms:created xsi:type="dcterms:W3CDTF">2025-03-04T13:54:00Z</dcterms:created>
  <dcterms:modified xsi:type="dcterms:W3CDTF">2025-03-04T14:02:00Z</dcterms:modified>
</cp:coreProperties>
</file>